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body>
    <w:p w:rsidRPr="00D33515" w:rsidR="006E5D65" w:rsidP="00D33515" w:rsidRDefault="00CD6897" w14:paraId="4BC8C7E6" w14:textId="77777777">
      <w:pPr>
        <w:spacing w:line="240" w:lineRule="auto"/>
        <w:jc w:val="both"/>
        <w:rPr>
          <w:rFonts w:ascii="Corbel" w:hAnsi="Corbel"/>
          <w:bCs/>
          <w:i/>
          <w:sz w:val="24"/>
          <w:szCs w:val="24"/>
        </w:rPr>
      </w:pP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D33515" w:rsidR="006F31E2">
        <w:rPr>
          <w:rFonts w:ascii="Corbel" w:hAnsi="Corbel"/>
          <w:bCs/>
          <w:i/>
          <w:sz w:val="24"/>
          <w:szCs w:val="24"/>
        </w:rPr>
        <w:t>1.5</w:t>
      </w:r>
      <w:r w:rsidRPr="00D33515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D33515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D33515">
        <w:rPr>
          <w:rFonts w:ascii="Corbel" w:hAnsi="Corbel"/>
          <w:bCs/>
          <w:i/>
          <w:sz w:val="24"/>
          <w:szCs w:val="24"/>
        </w:rPr>
        <w:t xml:space="preserve"> nr </w:t>
      </w:r>
      <w:r w:rsidRPr="00D33515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D33515" w:rsidR="0085747A" w:rsidP="00D33515" w:rsidRDefault="0085747A" w14:paraId="4BC8C7E7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33515">
        <w:rPr>
          <w:rFonts w:ascii="Corbel" w:hAnsi="Corbel"/>
          <w:b/>
          <w:smallCaps/>
          <w:sz w:val="24"/>
          <w:szCs w:val="24"/>
        </w:rPr>
        <w:t>SYLABUS</w:t>
      </w:r>
    </w:p>
    <w:p w:rsidRPr="00D33515" w:rsidR="0085747A" w:rsidP="34F85D4C" w:rsidRDefault="0071620A" w14:paraId="4BC8C7E8" w14:textId="59184679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EF89E5C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Pr="4EF89E5C" w:rsidR="00D33515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Pr="4EF89E5C" w:rsidR="0076572A">
        <w:rPr>
          <w:rFonts w:ascii="Corbel" w:hAnsi="Corbel"/>
          <w:b/>
          <w:bCs/>
          <w:smallCaps/>
          <w:sz w:val="24"/>
          <w:szCs w:val="24"/>
        </w:rPr>
        <w:t>20</w:t>
      </w:r>
      <w:r w:rsidRPr="4EF89E5C" w:rsidR="05EEDE90">
        <w:rPr>
          <w:rFonts w:ascii="Corbel" w:hAnsi="Corbel"/>
          <w:b/>
          <w:bCs/>
          <w:smallCaps/>
          <w:sz w:val="24"/>
          <w:szCs w:val="24"/>
        </w:rPr>
        <w:t>2</w:t>
      </w:r>
      <w:r w:rsidRPr="4EF89E5C" w:rsidR="1AB675E7">
        <w:rPr>
          <w:rFonts w:ascii="Corbel" w:hAnsi="Corbel"/>
          <w:b/>
          <w:bCs/>
          <w:smallCaps/>
          <w:sz w:val="24"/>
          <w:szCs w:val="24"/>
        </w:rPr>
        <w:t>1</w:t>
      </w:r>
      <w:r w:rsidRPr="4EF89E5C" w:rsidR="0076572A">
        <w:rPr>
          <w:rFonts w:ascii="Corbel" w:hAnsi="Corbel"/>
          <w:b/>
          <w:bCs/>
          <w:smallCaps/>
          <w:sz w:val="24"/>
          <w:szCs w:val="24"/>
        </w:rPr>
        <w:t>-202</w:t>
      </w:r>
      <w:r w:rsidRPr="4EF89E5C" w:rsidR="41DF5E9C">
        <w:rPr>
          <w:rFonts w:ascii="Corbel" w:hAnsi="Corbel"/>
          <w:b/>
          <w:bCs/>
          <w:smallCaps/>
          <w:sz w:val="24"/>
          <w:szCs w:val="24"/>
        </w:rPr>
        <w:t>4</w:t>
      </w:r>
    </w:p>
    <w:p w:rsidRPr="00D33515" w:rsidR="0085747A" w:rsidP="00D33515" w:rsidRDefault="000A37DA" w14:paraId="4BC8C7E9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 w:rsidR="0085747A">
        <w:rPr>
          <w:rFonts w:ascii="Corbel" w:hAnsi="Corbel"/>
          <w:i/>
          <w:sz w:val="24"/>
          <w:szCs w:val="24"/>
        </w:rPr>
        <w:t>(skrajne daty</w:t>
      </w:r>
      <w:r w:rsidRPr="00D33515" w:rsidR="0085747A">
        <w:rPr>
          <w:rFonts w:ascii="Corbel" w:hAnsi="Corbel"/>
          <w:sz w:val="24"/>
          <w:szCs w:val="24"/>
        </w:rPr>
        <w:t>)</w:t>
      </w:r>
    </w:p>
    <w:p w:rsidRPr="00D33515" w:rsidR="0085747A" w:rsidP="00D33515" w:rsidRDefault="00656A0B" w14:paraId="4BC8C7EA" w14:textId="2724BBA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ab/>
      </w:r>
      <w:r w:rsidRPr="00D33515">
        <w:rPr>
          <w:rFonts w:ascii="Corbel" w:hAnsi="Corbel"/>
          <w:sz w:val="24"/>
          <w:szCs w:val="24"/>
        </w:rPr>
        <w:tab/>
      </w:r>
      <w:r w:rsidRPr="00D33515">
        <w:rPr>
          <w:rFonts w:ascii="Corbel" w:hAnsi="Corbel"/>
          <w:sz w:val="24"/>
          <w:szCs w:val="24"/>
        </w:rPr>
        <w:tab/>
      </w:r>
      <w:r w:rsidRPr="00D33515">
        <w:rPr>
          <w:rFonts w:ascii="Corbel" w:hAnsi="Corbel"/>
          <w:sz w:val="24"/>
          <w:szCs w:val="24"/>
        </w:rPr>
        <w:tab/>
      </w:r>
      <w:r w:rsidRPr="00D33515">
        <w:rPr>
          <w:rFonts w:ascii="Corbel" w:hAnsi="Corbel"/>
          <w:sz w:val="24"/>
          <w:szCs w:val="24"/>
        </w:rPr>
        <w:t>Rok akademicki 202</w:t>
      </w:r>
      <w:r w:rsidRPr="00D33515" w:rsidR="3FC314BB">
        <w:rPr>
          <w:rFonts w:ascii="Corbel" w:hAnsi="Corbel"/>
          <w:sz w:val="24"/>
          <w:szCs w:val="24"/>
        </w:rPr>
        <w:t>2</w:t>
      </w:r>
      <w:r w:rsidRPr="00D33515">
        <w:rPr>
          <w:rFonts w:ascii="Corbel" w:hAnsi="Corbel"/>
          <w:sz w:val="24"/>
          <w:szCs w:val="24"/>
        </w:rPr>
        <w:t>/202</w:t>
      </w:r>
      <w:r w:rsidRPr="00D33515" w:rsidR="0707AB35">
        <w:rPr>
          <w:rFonts w:ascii="Corbel" w:hAnsi="Corbel"/>
          <w:sz w:val="24"/>
          <w:szCs w:val="24"/>
        </w:rPr>
        <w:t>3</w:t>
      </w:r>
    </w:p>
    <w:p w:rsidRPr="00D33515" w:rsidR="0076572A" w:rsidP="00D33515" w:rsidRDefault="0076572A" w14:paraId="4BC8C7EB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Pr="00D33515" w:rsidR="0085747A" w:rsidP="00D33515" w:rsidRDefault="0071620A" w14:paraId="4BC8C7EC" w14:textId="77777777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D33515">
        <w:rPr>
          <w:rFonts w:ascii="Corbel" w:hAnsi="Corbel"/>
          <w:szCs w:val="24"/>
        </w:rPr>
        <w:t xml:space="preserve">1. </w:t>
      </w:r>
      <w:r w:rsidRPr="00D33515" w:rsidR="0085747A">
        <w:rPr>
          <w:rFonts w:ascii="Corbel" w:hAnsi="Corbel"/>
          <w:szCs w:val="24"/>
        </w:rPr>
        <w:t xml:space="preserve">Podstawowe </w:t>
      </w:r>
      <w:r w:rsidRPr="00D33515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D33515" w:rsidR="0085747A" w:rsidTr="75C0EFB0" w14:paraId="4BC8C7EF" w14:textId="77777777">
        <w:tc>
          <w:tcPr>
            <w:tcW w:w="2694" w:type="dxa"/>
            <w:vAlign w:val="center"/>
          </w:tcPr>
          <w:p w:rsidRPr="00D33515" w:rsidR="0085747A" w:rsidP="00D33515" w:rsidRDefault="00C05F44" w14:paraId="4BC8C7ED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D33515" w:rsidR="0085747A" w:rsidP="00D33515" w:rsidRDefault="00A15CC9" w14:paraId="4BC8C7EE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Zadania administracji terytorialnej w obszarze bezpieczeństwa wewnętrznego</w:t>
            </w:r>
          </w:p>
        </w:tc>
      </w:tr>
      <w:tr w:rsidRPr="00D33515" w:rsidR="0085747A" w:rsidTr="75C0EFB0" w14:paraId="4BC8C7F2" w14:textId="77777777">
        <w:tc>
          <w:tcPr>
            <w:tcW w:w="2694" w:type="dxa"/>
            <w:vAlign w:val="center"/>
          </w:tcPr>
          <w:p w:rsidRPr="00D33515" w:rsidR="0085747A" w:rsidP="00D33515" w:rsidRDefault="00C05F44" w14:paraId="4BC8C7F0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Kod przedmiotu</w:t>
            </w:r>
            <w:r w:rsidRPr="00D33515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D33515" w:rsidR="0085747A" w:rsidP="00D33515" w:rsidRDefault="0076572A" w14:paraId="4BC8C7F1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BW55</w:t>
            </w:r>
          </w:p>
        </w:tc>
      </w:tr>
      <w:tr w:rsidRPr="00D33515" w:rsidR="0085747A" w:rsidTr="75C0EFB0" w14:paraId="4BC8C7F5" w14:textId="77777777">
        <w:tc>
          <w:tcPr>
            <w:tcW w:w="2694" w:type="dxa"/>
            <w:vAlign w:val="center"/>
          </w:tcPr>
          <w:p w:rsidRPr="00D33515" w:rsidR="0085747A" w:rsidP="00D33515" w:rsidRDefault="0085747A" w14:paraId="4BC8C7F3" w14:textId="77777777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nazwa</w:t>
            </w:r>
            <w:r w:rsidRPr="00D33515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D33515" w:rsidR="0085747A" w:rsidP="00D33515" w:rsidRDefault="00A15CC9" w14:paraId="4BC8C7F4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D33515" w:rsidR="0085747A" w:rsidTr="75C0EFB0" w14:paraId="4BC8C7F8" w14:textId="77777777">
        <w:tc>
          <w:tcPr>
            <w:tcW w:w="2694" w:type="dxa"/>
            <w:vAlign w:val="center"/>
          </w:tcPr>
          <w:p w:rsidRPr="00D33515" w:rsidR="0085747A" w:rsidP="00D33515" w:rsidRDefault="0085747A" w14:paraId="4BC8C7F6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D33515" w:rsidR="0085747A" w:rsidP="00D33515" w:rsidRDefault="00597A1E" w14:paraId="4BC8C7F7" w14:textId="66AE311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D33515" w:rsidR="0085747A" w:rsidTr="75C0EFB0" w14:paraId="4BC8C7FB" w14:textId="77777777">
        <w:tc>
          <w:tcPr>
            <w:tcW w:w="2694" w:type="dxa"/>
            <w:vAlign w:val="center"/>
          </w:tcPr>
          <w:p w:rsidRPr="00D33515" w:rsidR="0085747A" w:rsidP="00D33515" w:rsidRDefault="0085747A" w14:paraId="4BC8C7F9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D33515" w:rsidR="0085747A" w:rsidP="00D33515" w:rsidRDefault="00A15CC9" w14:paraId="4BC8C7FA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D33515" w:rsidR="0085747A" w:rsidTr="75C0EFB0" w14:paraId="4BC8C7FE" w14:textId="77777777">
        <w:tc>
          <w:tcPr>
            <w:tcW w:w="2694" w:type="dxa"/>
            <w:vAlign w:val="center"/>
          </w:tcPr>
          <w:p w:rsidRPr="00D33515" w:rsidR="0085747A" w:rsidP="00D33515" w:rsidRDefault="00DE4A14" w14:paraId="4BC8C7FC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D33515" w:rsidR="0085747A" w:rsidP="00D33515" w:rsidRDefault="00A15CC9" w14:paraId="4BC8C7FD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D33515" w:rsidR="0085747A" w:rsidTr="75C0EFB0" w14:paraId="4BC8C801" w14:textId="77777777">
        <w:tc>
          <w:tcPr>
            <w:tcW w:w="2694" w:type="dxa"/>
            <w:vAlign w:val="center"/>
          </w:tcPr>
          <w:p w:rsidRPr="00D33515" w:rsidR="0085747A" w:rsidP="00D33515" w:rsidRDefault="0085747A" w14:paraId="4BC8C7FF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D33515" w:rsidR="0085747A" w:rsidP="00D33515" w:rsidRDefault="00A15CC9" w14:paraId="4BC8C800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D33515" w:rsidR="0085747A" w:rsidTr="75C0EFB0" w14:paraId="4BC8C804" w14:textId="77777777">
        <w:tc>
          <w:tcPr>
            <w:tcW w:w="2694" w:type="dxa"/>
            <w:vAlign w:val="center"/>
          </w:tcPr>
          <w:p w:rsidRPr="00D33515" w:rsidR="0085747A" w:rsidP="00D33515" w:rsidRDefault="0085747A" w14:paraId="4BC8C802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D33515" w:rsidR="0085747A" w:rsidP="025E2DE4" w:rsidRDefault="4C2FE4EE" w14:paraId="4BC8C803" w14:textId="147BD5B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25E2DE4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Pr="00D33515" w:rsidR="0085747A" w:rsidTr="75C0EFB0" w14:paraId="4BC8C807" w14:textId="77777777">
        <w:tc>
          <w:tcPr>
            <w:tcW w:w="2694" w:type="dxa"/>
            <w:vAlign w:val="center"/>
          </w:tcPr>
          <w:p w:rsidRPr="00D33515" w:rsidR="0085747A" w:rsidP="00D33515" w:rsidRDefault="0085747A" w14:paraId="4BC8C805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Rok i semestr</w:t>
            </w:r>
            <w:r w:rsidRPr="00D33515" w:rsidR="0030395F">
              <w:rPr>
                <w:rFonts w:ascii="Corbel" w:hAnsi="Corbel"/>
                <w:sz w:val="24"/>
                <w:szCs w:val="24"/>
              </w:rPr>
              <w:t>/y</w:t>
            </w:r>
            <w:r w:rsidRPr="00D3351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D33515" w:rsidR="0085747A" w:rsidP="00D33515" w:rsidRDefault="0076572A" w14:paraId="4BC8C806" w14:textId="357C7B6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II rok</w:t>
            </w:r>
            <w:r w:rsidRPr="00D33515" w:rsidR="00796229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D33515">
              <w:rPr>
                <w:rFonts w:ascii="Corbel" w:hAnsi="Corbel"/>
                <w:b w:val="0"/>
                <w:sz w:val="24"/>
                <w:szCs w:val="24"/>
              </w:rPr>
              <w:t xml:space="preserve"> IV sem</w:t>
            </w:r>
            <w:r w:rsidRPr="00D33515" w:rsidR="000A37DA">
              <w:rPr>
                <w:rFonts w:ascii="Corbel" w:hAnsi="Corbel"/>
                <w:b w:val="0"/>
                <w:sz w:val="24"/>
                <w:szCs w:val="24"/>
              </w:rPr>
              <w:t>estr</w:t>
            </w:r>
          </w:p>
        </w:tc>
      </w:tr>
      <w:tr w:rsidRPr="00D33515" w:rsidR="0085747A" w:rsidTr="75C0EFB0" w14:paraId="4BC8C80A" w14:textId="77777777">
        <w:tc>
          <w:tcPr>
            <w:tcW w:w="2694" w:type="dxa"/>
            <w:vAlign w:val="center"/>
          </w:tcPr>
          <w:p w:rsidRPr="00D33515" w:rsidR="0085747A" w:rsidP="00D33515" w:rsidRDefault="0085747A" w14:paraId="4BC8C808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D33515" w:rsidR="0085747A" w:rsidP="00D33515" w:rsidRDefault="000A37DA" w14:paraId="4BC8C809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Pr="00D33515" w:rsidR="00923D7D" w:rsidTr="75C0EFB0" w14:paraId="4BC8C80D" w14:textId="77777777">
        <w:tc>
          <w:tcPr>
            <w:tcW w:w="2694" w:type="dxa"/>
            <w:vAlign w:val="center"/>
          </w:tcPr>
          <w:p w:rsidRPr="00D33515" w:rsidR="00923D7D" w:rsidP="00D33515" w:rsidRDefault="00923D7D" w14:paraId="4BC8C80B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D33515" w:rsidR="00923D7D" w:rsidP="00D33515" w:rsidRDefault="00A15CC9" w14:paraId="4BC8C80C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D33515" w:rsidR="0085747A" w:rsidTr="75C0EFB0" w14:paraId="4BC8C810" w14:textId="77777777">
        <w:tc>
          <w:tcPr>
            <w:tcW w:w="2694" w:type="dxa"/>
            <w:vAlign w:val="center"/>
          </w:tcPr>
          <w:p w:rsidRPr="00D33515" w:rsidR="0085747A" w:rsidP="00D33515" w:rsidRDefault="0085747A" w14:paraId="4BC8C80E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D33515" w:rsidR="0085747A" w:rsidP="75C0EFB0" w:rsidRDefault="0076572A" w14:paraId="4BC8C80F" w14:textId="3345C24F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75C0EFB0">
              <w:rPr>
                <w:rFonts w:ascii="Corbel" w:hAnsi="Corbel"/>
                <w:b w:val="0"/>
                <w:sz w:val="24"/>
                <w:szCs w:val="24"/>
              </w:rPr>
              <w:t>dr hab</w:t>
            </w:r>
            <w:r w:rsidRPr="75C0EFB0" w:rsidR="000A37D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75C0EFB0">
              <w:rPr>
                <w:rFonts w:ascii="Corbel" w:hAnsi="Corbel"/>
                <w:b w:val="0"/>
                <w:sz w:val="24"/>
                <w:szCs w:val="24"/>
              </w:rPr>
              <w:t xml:space="preserve"> Sabina Grabowska</w:t>
            </w:r>
            <w:r w:rsidRPr="75C0EFB0" w:rsidR="000A37DA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Pr="00D33515" w:rsidR="0085747A" w:rsidTr="75C0EFB0" w14:paraId="4BC8C813" w14:textId="77777777">
        <w:tc>
          <w:tcPr>
            <w:tcW w:w="2694" w:type="dxa"/>
            <w:vAlign w:val="center"/>
          </w:tcPr>
          <w:p w:rsidRPr="00D33515" w:rsidR="0085747A" w:rsidP="00D33515" w:rsidRDefault="0085747A" w14:paraId="4BC8C811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D33515" w:rsidR="0085747A" w:rsidP="00D33515" w:rsidRDefault="00D33515" w14:paraId="4BC8C812" w14:textId="711A7C1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D33515" w:rsidR="00A15CC9">
              <w:rPr>
                <w:rFonts w:ascii="Corbel" w:hAnsi="Corbel"/>
                <w:b w:val="0"/>
                <w:sz w:val="24"/>
                <w:szCs w:val="24"/>
              </w:rPr>
              <w:t>gr Damian Wicherek</w:t>
            </w:r>
          </w:p>
        </w:tc>
      </w:tr>
    </w:tbl>
    <w:p w:rsidRPr="00D33515" w:rsidR="0085747A" w:rsidP="00D33515" w:rsidRDefault="0085747A" w14:paraId="4BC8C814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 xml:space="preserve">* </w:t>
      </w:r>
      <w:r w:rsidRPr="00D33515">
        <w:rPr>
          <w:rFonts w:ascii="Corbel" w:hAnsi="Corbel"/>
          <w:i/>
          <w:sz w:val="24"/>
          <w:szCs w:val="24"/>
        </w:rPr>
        <w:t>-</w:t>
      </w:r>
      <w:r w:rsidRPr="00D3351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D33515" w:rsidR="00B90885">
        <w:rPr>
          <w:rFonts w:ascii="Corbel" w:hAnsi="Corbel"/>
          <w:b w:val="0"/>
          <w:sz w:val="24"/>
          <w:szCs w:val="24"/>
        </w:rPr>
        <w:t>e,</w:t>
      </w:r>
      <w:r w:rsidRPr="00D33515" w:rsidR="0028221B">
        <w:rPr>
          <w:rFonts w:ascii="Corbel" w:hAnsi="Corbel"/>
          <w:b w:val="0"/>
          <w:sz w:val="24"/>
          <w:szCs w:val="24"/>
        </w:rPr>
        <w:t xml:space="preserve"> </w:t>
      </w:r>
      <w:r w:rsidRPr="00D3351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D33515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D33515" w:rsidR="00923D7D" w:rsidP="00D33515" w:rsidRDefault="00923D7D" w14:paraId="4BC8C81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D33515" w:rsidR="0085747A" w:rsidP="00D33515" w:rsidRDefault="0085747A" w14:paraId="4BC8C816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>1.</w:t>
      </w:r>
      <w:r w:rsidRPr="00D33515" w:rsidR="00E22FBC">
        <w:rPr>
          <w:rFonts w:ascii="Corbel" w:hAnsi="Corbel"/>
          <w:sz w:val="24"/>
          <w:szCs w:val="24"/>
        </w:rPr>
        <w:t>1</w:t>
      </w:r>
      <w:r w:rsidRPr="00D3351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D33515" w:rsidR="00923D7D" w:rsidP="00D33515" w:rsidRDefault="00923D7D" w14:paraId="4BC8C81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D33515" w:rsidR="00015B8F" w:rsidTr="025E2DE4" w14:paraId="4BC8C823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33515" w:rsidR="00015B8F" w:rsidP="00D33515" w:rsidRDefault="00015B8F" w14:paraId="4BC8C818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Semestr</w:t>
            </w:r>
          </w:p>
          <w:p w:rsidRPr="00D33515" w:rsidR="00015B8F" w:rsidP="00D33515" w:rsidRDefault="002B5EA0" w14:paraId="4BC8C819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(</w:t>
            </w:r>
            <w:r w:rsidRPr="00D33515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33515" w:rsidR="00015B8F" w:rsidP="00D33515" w:rsidRDefault="00015B8F" w14:paraId="4BC8C81A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D33515">
              <w:rPr>
                <w:rFonts w:ascii="Corbel" w:hAnsi="Corbel"/>
                <w:szCs w:val="24"/>
              </w:rPr>
              <w:t>Wykł</w:t>
            </w:r>
            <w:proofErr w:type="spellEnd"/>
            <w:r w:rsidRPr="00D335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33515" w:rsidR="00015B8F" w:rsidP="00D33515" w:rsidRDefault="00015B8F" w14:paraId="4BC8C81B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33515" w:rsidR="00015B8F" w:rsidP="00D33515" w:rsidRDefault="00015B8F" w14:paraId="4BC8C81C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D33515">
              <w:rPr>
                <w:rFonts w:ascii="Corbel" w:hAnsi="Corbel"/>
                <w:szCs w:val="24"/>
              </w:rPr>
              <w:t>Konw</w:t>
            </w:r>
            <w:proofErr w:type="spellEnd"/>
            <w:r w:rsidRPr="00D335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33515" w:rsidR="00015B8F" w:rsidP="00D33515" w:rsidRDefault="00015B8F" w14:paraId="4BC8C81D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33515" w:rsidR="00015B8F" w:rsidP="00D33515" w:rsidRDefault="00015B8F" w14:paraId="4BC8C81E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D33515">
              <w:rPr>
                <w:rFonts w:ascii="Corbel" w:hAnsi="Corbel"/>
                <w:szCs w:val="24"/>
              </w:rPr>
              <w:t>Sem</w:t>
            </w:r>
            <w:proofErr w:type="spellEnd"/>
            <w:r w:rsidRPr="00D335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33515" w:rsidR="00015B8F" w:rsidP="00D33515" w:rsidRDefault="00015B8F" w14:paraId="4BC8C81F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33515" w:rsidR="00015B8F" w:rsidP="00D33515" w:rsidRDefault="00015B8F" w14:paraId="4BC8C820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D33515">
              <w:rPr>
                <w:rFonts w:ascii="Corbel" w:hAnsi="Corbel"/>
                <w:szCs w:val="24"/>
              </w:rPr>
              <w:t>Prakt</w:t>
            </w:r>
            <w:proofErr w:type="spellEnd"/>
            <w:r w:rsidRPr="00D335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33515" w:rsidR="00015B8F" w:rsidP="00D33515" w:rsidRDefault="00015B8F" w14:paraId="4BC8C821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33515" w:rsidR="00015B8F" w:rsidP="00D33515" w:rsidRDefault="00015B8F" w14:paraId="4BC8C822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D33515">
              <w:rPr>
                <w:rFonts w:ascii="Corbel" w:hAnsi="Corbel"/>
                <w:b/>
                <w:szCs w:val="24"/>
              </w:rPr>
              <w:t>Liczba pkt</w:t>
            </w:r>
            <w:r w:rsidRPr="00D33515" w:rsidR="00B90885">
              <w:rPr>
                <w:rFonts w:ascii="Corbel" w:hAnsi="Corbel"/>
                <w:b/>
                <w:szCs w:val="24"/>
              </w:rPr>
              <w:t>.</w:t>
            </w:r>
            <w:r w:rsidRPr="00D3351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D33515" w:rsidR="00015B8F" w:rsidTr="025E2DE4" w14:paraId="4BC8C82E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33515" w:rsidR="00015B8F" w:rsidP="00D33515" w:rsidRDefault="0076572A" w14:paraId="4BC8C824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33515" w:rsidR="00015B8F" w:rsidP="00D33515" w:rsidRDefault="00015B8F" w14:paraId="4BC8C825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33515" w:rsidR="00015B8F" w:rsidP="00D33515" w:rsidRDefault="00015B8F" w14:paraId="4BC8C826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33515" w:rsidR="00015B8F" w:rsidP="00D33515" w:rsidRDefault="65CDD4E0" w14:paraId="4BC8C827" w14:textId="3FE27222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25E2DE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33515" w:rsidR="00015B8F" w:rsidP="00D33515" w:rsidRDefault="00015B8F" w14:paraId="4BC8C828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33515" w:rsidR="00015B8F" w:rsidP="00D33515" w:rsidRDefault="00015B8F" w14:paraId="4BC8C829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33515" w:rsidR="00015B8F" w:rsidP="00D33515" w:rsidRDefault="00015B8F" w14:paraId="4BC8C82A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33515" w:rsidR="00015B8F" w:rsidP="00D33515" w:rsidRDefault="00015B8F" w14:paraId="4BC8C82B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33515" w:rsidR="00015B8F" w:rsidP="00D33515" w:rsidRDefault="00015B8F" w14:paraId="4BC8C82C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33515" w:rsidR="00015B8F" w:rsidP="00D33515" w:rsidRDefault="0076572A" w14:paraId="4BC8C82D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D33515" w:rsidR="00923D7D" w:rsidP="00D33515" w:rsidRDefault="00923D7D" w14:paraId="4BC8C83A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D33515" w:rsidR="00923D7D" w:rsidP="00D33515" w:rsidRDefault="00923D7D" w14:paraId="4BC8C83B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D33515" w:rsidR="0085747A" w:rsidP="00D33515" w:rsidRDefault="0085747A" w14:paraId="4BC8C83C" w14:textId="77777777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>1.</w:t>
      </w:r>
      <w:r w:rsidRPr="00D33515" w:rsidR="00E22FBC">
        <w:rPr>
          <w:rFonts w:ascii="Corbel" w:hAnsi="Corbel"/>
          <w:smallCaps w:val="0"/>
          <w:szCs w:val="24"/>
        </w:rPr>
        <w:t>2</w:t>
      </w:r>
      <w:r w:rsidRPr="00D33515" w:rsidR="00F83B28">
        <w:rPr>
          <w:rFonts w:ascii="Corbel" w:hAnsi="Corbel"/>
          <w:smallCaps w:val="0"/>
          <w:szCs w:val="24"/>
        </w:rPr>
        <w:t>.</w:t>
      </w:r>
      <w:r w:rsidRPr="00D33515" w:rsidR="00F83B28">
        <w:rPr>
          <w:rFonts w:ascii="Corbel" w:hAnsi="Corbel"/>
          <w:smallCaps w:val="0"/>
          <w:szCs w:val="24"/>
        </w:rPr>
        <w:tab/>
      </w:r>
      <w:r w:rsidRPr="00D33515">
        <w:rPr>
          <w:rFonts w:ascii="Corbel" w:hAnsi="Corbel"/>
          <w:smallCaps w:val="0"/>
          <w:szCs w:val="24"/>
        </w:rPr>
        <w:t xml:space="preserve">Sposób realizacji zajęć  </w:t>
      </w:r>
    </w:p>
    <w:p w:rsidRPr="00D33515" w:rsidR="0085747A" w:rsidP="00D33515" w:rsidRDefault="005942AE" w14:paraId="4BC8C83D" w14:textId="4ACF73A0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Corbel" w:hAnsi="Corbel" w:eastAsia="MS Gothic" w:cs="MS Gothic"/>
          <w:b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C8C8DD" wp14:editId="3A08EA38">
                <wp:simplePos x="0" y="0"/>
                <wp:positionH relativeFrom="column">
                  <wp:posOffset>476250</wp:posOffset>
                </wp:positionH>
                <wp:positionV relativeFrom="paragraph">
                  <wp:posOffset>64135</wp:posOffset>
                </wp:positionV>
                <wp:extent cx="66675" cy="85725"/>
                <wp:effectExtent l="0" t="0" r="9525" b="9525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675" cy="85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27ACBB12">
              <v:line id="Łącznik prosty 1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black [3213]" from="37.5pt,5.05pt" to="42.75pt,11.8pt" w14:anchorId="2DFFBAE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">
                <o:lock v:ext="edit" shapetype="f"/>
              </v:line>
            </w:pict>
          </mc:Fallback>
        </mc:AlternateContent>
      </w:r>
      <w:r w:rsidRPr="00D33515" w:rsidR="00597A1E">
        <w:rPr>
          <w:rFonts w:ascii="Corbel" w:hAnsi="Corbel" w:eastAsia="MS Gothic" w:cs="MS Gothic"/>
          <w:b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C8C8DC" wp14:editId="6B98741E">
                <wp:simplePos x="0" y="0"/>
                <wp:positionH relativeFrom="column">
                  <wp:posOffset>468630</wp:posOffset>
                </wp:positionH>
                <wp:positionV relativeFrom="paragraph">
                  <wp:posOffset>75565</wp:posOffset>
                </wp:positionV>
                <wp:extent cx="76200" cy="76200"/>
                <wp:effectExtent l="0" t="0" r="0" b="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76200" cy="762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2968CFBB">
              <v:line id="Łącznik prosty 2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black [3213]" from="36.9pt,5.95pt" to="42.9pt,11.95pt" w14:anchorId="5A7E538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">
                <o:lock v:ext="edit" shapetype="f"/>
              </v:line>
            </w:pict>
          </mc:Fallback>
        </mc:AlternateContent>
      </w:r>
      <w:r w:rsidRPr="00D33515" w:rsidR="0085747A">
        <w:rPr>
          <w:rFonts w:ascii="Segoe UI Symbol" w:hAnsi="Segoe UI Symbol" w:eastAsia="MS Gothic" w:cs="Segoe UI Symbol"/>
          <w:b w:val="0"/>
          <w:szCs w:val="24"/>
        </w:rPr>
        <w:t>☐</w:t>
      </w:r>
      <w:r w:rsidRPr="00D33515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D33515" w:rsidR="0085747A" w:rsidP="00D33515" w:rsidRDefault="0085747A" w14:paraId="4BC8C83E" w14:textId="77777777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Segoe UI Symbol" w:hAnsi="Segoe UI Symbol" w:eastAsia="MS Gothic" w:cs="Segoe UI Symbol"/>
          <w:b w:val="0"/>
          <w:szCs w:val="24"/>
        </w:rPr>
        <w:t>☐</w:t>
      </w:r>
      <w:r w:rsidRPr="00D3351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D33515" w:rsidR="0085747A" w:rsidP="00D33515" w:rsidRDefault="0085747A" w14:paraId="4BC8C83F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D33515" w:rsidR="00E960BB" w:rsidP="00D33515" w:rsidRDefault="00E22FBC" w14:paraId="4BC8C840" w14:textId="77777777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 xml:space="preserve">1.3 </w:t>
      </w:r>
      <w:r w:rsidRPr="00D33515" w:rsidR="00F83B28">
        <w:rPr>
          <w:rFonts w:ascii="Corbel" w:hAnsi="Corbel"/>
          <w:smallCaps w:val="0"/>
          <w:szCs w:val="24"/>
        </w:rPr>
        <w:tab/>
      </w:r>
      <w:r w:rsidRPr="00D33515">
        <w:rPr>
          <w:rFonts w:ascii="Corbel" w:hAnsi="Corbel"/>
          <w:smallCaps w:val="0"/>
          <w:szCs w:val="24"/>
        </w:rPr>
        <w:t>For</w:t>
      </w:r>
      <w:r w:rsidRPr="00D33515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D33515">
        <w:rPr>
          <w:rFonts w:ascii="Corbel" w:hAnsi="Corbel"/>
          <w:smallCaps w:val="0"/>
          <w:szCs w:val="24"/>
        </w:rPr>
        <w:t xml:space="preserve"> (z toku) </w:t>
      </w:r>
      <w:r w:rsidRPr="00D33515">
        <w:rPr>
          <w:rFonts w:ascii="Corbel" w:hAnsi="Corbel"/>
          <w:b w:val="0"/>
          <w:smallCaps w:val="0"/>
          <w:szCs w:val="24"/>
        </w:rPr>
        <w:t>(egzamin</w:t>
      </w:r>
      <w:r w:rsidRPr="00D33515">
        <w:rPr>
          <w:rFonts w:ascii="Corbel" w:hAnsi="Corbel"/>
          <w:bCs/>
          <w:smallCaps w:val="0"/>
          <w:szCs w:val="24"/>
        </w:rPr>
        <w:t xml:space="preserve">, </w:t>
      </w:r>
      <w:r w:rsidRPr="00D33515">
        <w:rPr>
          <w:rFonts w:ascii="Corbel" w:hAnsi="Corbel"/>
          <w:bCs/>
          <w:smallCaps w:val="0"/>
          <w:szCs w:val="24"/>
          <w:u w:val="single"/>
        </w:rPr>
        <w:t>zaliczenie z oceną</w:t>
      </w:r>
      <w:r w:rsidRPr="00D33515">
        <w:rPr>
          <w:rFonts w:ascii="Corbel" w:hAnsi="Corbel"/>
          <w:bCs/>
          <w:smallCaps w:val="0"/>
          <w:szCs w:val="24"/>
        </w:rPr>
        <w:t>,</w:t>
      </w:r>
      <w:r w:rsidRPr="00D33515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:rsidRPr="00D33515" w:rsidR="0076572A" w:rsidP="00D33515" w:rsidRDefault="0076572A" w14:paraId="4BC8C841" w14:textId="77777777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</w:p>
    <w:p w:rsidRPr="00D33515" w:rsidR="00E960BB" w:rsidP="00D33515" w:rsidRDefault="0085747A" w14:paraId="4BC8C842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D3351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33515" w:rsidR="0085747A" w:rsidTr="00745302" w14:paraId="4BC8C844" w14:textId="77777777">
        <w:tc>
          <w:tcPr>
            <w:tcW w:w="9670" w:type="dxa"/>
          </w:tcPr>
          <w:p w:rsidRPr="00D33515" w:rsidR="0085747A" w:rsidP="00D33515" w:rsidRDefault="00A53F7C" w14:paraId="4BC8C843" w14:textId="2017D37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funkcjonowania administracji terytorialnej w zapewnieniu bezpieczeństwa i porządku publicznego</w:t>
            </w:r>
          </w:p>
        </w:tc>
      </w:tr>
    </w:tbl>
    <w:p w:rsidR="00153C41" w:rsidP="00D33515" w:rsidRDefault="00153C41" w14:paraId="4BC8C845" w14:textId="030E331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D33515" w:rsidR="005942AE" w:rsidP="00D33515" w:rsidRDefault="005942AE" w14:paraId="52CA1361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D33515" w:rsidR="0085747A" w:rsidP="00D33515" w:rsidRDefault="0071620A" w14:paraId="4BC8C846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D33515">
        <w:rPr>
          <w:rFonts w:ascii="Corbel" w:hAnsi="Corbel"/>
          <w:szCs w:val="24"/>
        </w:rPr>
        <w:lastRenderedPageBreak/>
        <w:t>3.</w:t>
      </w:r>
      <w:r w:rsidRPr="00D33515" w:rsidR="00A84C85">
        <w:rPr>
          <w:rFonts w:ascii="Corbel" w:hAnsi="Corbel"/>
          <w:szCs w:val="24"/>
        </w:rPr>
        <w:t>cele, efekty uczenia się</w:t>
      </w:r>
      <w:r w:rsidRPr="00D33515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D33515" w:rsidR="0085747A" w:rsidP="00D33515" w:rsidRDefault="0085747A" w14:paraId="4BC8C847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D33515" w:rsidR="0085747A" w:rsidP="00D33515" w:rsidRDefault="0071620A" w14:paraId="4BC8C848" w14:textId="77777777">
      <w:pPr>
        <w:pStyle w:val="Podpunkty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 xml:space="preserve">3.1 </w:t>
      </w:r>
      <w:r w:rsidRPr="00D33515" w:rsidR="00C05F44">
        <w:rPr>
          <w:rFonts w:ascii="Corbel" w:hAnsi="Corbel"/>
          <w:sz w:val="24"/>
          <w:szCs w:val="24"/>
        </w:rPr>
        <w:t>Cele przedmiotu</w:t>
      </w:r>
    </w:p>
    <w:p w:rsidRPr="00D33515" w:rsidR="00F83B28" w:rsidP="00D33515" w:rsidRDefault="00F83B28" w14:paraId="4BC8C849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D33515" w:rsidR="0085747A" w:rsidTr="00923D7D" w14:paraId="4BC8C84C" w14:textId="77777777">
        <w:tc>
          <w:tcPr>
            <w:tcW w:w="851" w:type="dxa"/>
            <w:vAlign w:val="center"/>
          </w:tcPr>
          <w:p w:rsidRPr="00D33515" w:rsidR="0085747A" w:rsidP="00D33515" w:rsidRDefault="0085747A" w14:paraId="4BC8C84A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D33515" w:rsidR="0085747A" w:rsidP="00D33515" w:rsidRDefault="000A37DA" w14:paraId="4BC8C84B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33515">
              <w:rPr>
                <w:rFonts w:ascii="Corbel" w:hAnsi="Corbel" w:cs="Arial"/>
                <w:b w:val="0"/>
                <w:bCs/>
                <w:sz w:val="24"/>
                <w:szCs w:val="24"/>
              </w:rPr>
              <w:t>Student ma wiedzę z zakresu podstawowych pojęć prawnych</w:t>
            </w:r>
            <w:r w:rsidRPr="00D33515" w:rsidR="00A53F7C">
              <w:rPr>
                <w:rFonts w:ascii="Corbel" w:hAnsi="Corbel" w:cs="Arial"/>
                <w:b w:val="0"/>
                <w:bCs/>
                <w:sz w:val="24"/>
                <w:szCs w:val="24"/>
              </w:rPr>
              <w:t xml:space="preserve"> oraz wykorzystuje wiedzę teoretyczną do analizowania procesów i zjawisk o charakterze prawnym</w:t>
            </w:r>
          </w:p>
        </w:tc>
      </w:tr>
      <w:tr w:rsidRPr="00D33515" w:rsidR="0085747A" w:rsidTr="00923D7D" w14:paraId="4BC8C84F" w14:textId="77777777">
        <w:tc>
          <w:tcPr>
            <w:tcW w:w="851" w:type="dxa"/>
            <w:vAlign w:val="center"/>
          </w:tcPr>
          <w:p w:rsidRPr="00D33515" w:rsidR="0085747A" w:rsidP="00D33515" w:rsidRDefault="00F66068" w14:paraId="4BC8C84D" w14:textId="77777777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D33515" w:rsidR="0085747A" w:rsidP="00D33515" w:rsidRDefault="00A53F7C" w14:paraId="4BC8C84E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Wiedza z zakresu organizacji i funkcjonowania administracji terytorialnej wykonującej zadania w zakresie bezpieczeństwa i porządku publicznego</w:t>
            </w:r>
          </w:p>
        </w:tc>
      </w:tr>
      <w:tr w:rsidRPr="00D33515" w:rsidR="0085747A" w:rsidTr="00923D7D" w14:paraId="4BC8C852" w14:textId="77777777">
        <w:tc>
          <w:tcPr>
            <w:tcW w:w="851" w:type="dxa"/>
            <w:vAlign w:val="center"/>
          </w:tcPr>
          <w:p w:rsidRPr="00D33515" w:rsidR="0085747A" w:rsidP="00D33515" w:rsidRDefault="0085747A" w14:paraId="4BC8C850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D33515" w:rsidR="00A53F7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D33515" w:rsidR="0085747A" w:rsidP="00D33515" w:rsidRDefault="00A53F7C" w14:paraId="4BC8C851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 xml:space="preserve">Scharakteryzowanie w odniesieniu do zapewnienia bezpieczeństwa zależności pomiędzy poszczególnymi jednostkami samorządu terytorialnego </w:t>
            </w:r>
          </w:p>
        </w:tc>
      </w:tr>
    </w:tbl>
    <w:p w:rsidRPr="00D33515" w:rsidR="0085747A" w:rsidP="00D33515" w:rsidRDefault="0085747A" w14:paraId="4BC8C853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:rsidRPr="00D33515" w:rsidR="001D7B54" w:rsidP="00D33515" w:rsidRDefault="009F4610" w14:paraId="4BC8C854" w14:textId="77777777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b/>
          <w:sz w:val="24"/>
          <w:szCs w:val="24"/>
        </w:rPr>
        <w:t xml:space="preserve">3.2 </w:t>
      </w:r>
      <w:r w:rsidRPr="00D33515" w:rsidR="001D7B54">
        <w:rPr>
          <w:rFonts w:ascii="Corbel" w:hAnsi="Corbel"/>
          <w:b/>
          <w:sz w:val="24"/>
          <w:szCs w:val="24"/>
        </w:rPr>
        <w:t xml:space="preserve">Efekty </w:t>
      </w:r>
      <w:r w:rsidRPr="00D33515" w:rsidR="00C05F44">
        <w:rPr>
          <w:rFonts w:ascii="Corbel" w:hAnsi="Corbel"/>
          <w:b/>
          <w:sz w:val="24"/>
          <w:szCs w:val="24"/>
        </w:rPr>
        <w:t xml:space="preserve">uczenia się </w:t>
      </w:r>
      <w:r w:rsidRPr="00D33515" w:rsidR="001D7B54">
        <w:rPr>
          <w:rFonts w:ascii="Corbel" w:hAnsi="Corbel"/>
          <w:b/>
          <w:sz w:val="24"/>
          <w:szCs w:val="24"/>
        </w:rPr>
        <w:t>dla przedmiotu</w:t>
      </w:r>
    </w:p>
    <w:p w:rsidRPr="00D33515" w:rsidR="001D7B54" w:rsidP="00D33515" w:rsidRDefault="001D7B54" w14:paraId="4BC8C855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D33515" w:rsidR="0085747A" w:rsidTr="0071620A" w14:paraId="4BC8C859" w14:textId="77777777">
        <w:tc>
          <w:tcPr>
            <w:tcW w:w="1701" w:type="dxa"/>
            <w:vAlign w:val="center"/>
          </w:tcPr>
          <w:p w:rsidRPr="00D33515" w:rsidR="0085747A" w:rsidP="00D33515" w:rsidRDefault="0085747A" w14:paraId="4BC8C85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smallCaps w:val="0"/>
                <w:szCs w:val="24"/>
              </w:rPr>
              <w:t>EK</w:t>
            </w:r>
            <w:r w:rsidRPr="00D33515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D33515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D33515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D33515" w:rsidR="0085747A" w:rsidP="00D33515" w:rsidRDefault="0085747A" w14:paraId="4BC8C85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D33515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D33515" w:rsidR="0085747A" w:rsidP="00D33515" w:rsidRDefault="0085747A" w14:paraId="4BC8C85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D33515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D33515" w:rsidR="0085747A" w:rsidTr="005E6E85" w14:paraId="4BC8C85D" w14:textId="77777777">
        <w:tc>
          <w:tcPr>
            <w:tcW w:w="1701" w:type="dxa"/>
          </w:tcPr>
          <w:p w:rsidRPr="00D33515" w:rsidR="0085747A" w:rsidP="00D33515" w:rsidRDefault="0085747A" w14:paraId="4BC8C85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D33515" w:rsidR="0085747A" w:rsidP="00D33515" w:rsidRDefault="00A53F7C" w14:paraId="4BC8C85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Zna organy administracji terytorialnej odpowiedzialne za bezpieczeństwo wewnętrzne</w:t>
            </w:r>
          </w:p>
        </w:tc>
        <w:tc>
          <w:tcPr>
            <w:tcW w:w="1873" w:type="dxa"/>
          </w:tcPr>
          <w:p w:rsidRPr="00D33515" w:rsidR="0085747A" w:rsidP="00D33515" w:rsidRDefault="0076572A" w14:paraId="4BC8C85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Pr="00D33515" w:rsidR="0085747A" w:rsidTr="005E6E85" w14:paraId="4BC8C861" w14:textId="77777777">
        <w:tc>
          <w:tcPr>
            <w:tcW w:w="1701" w:type="dxa"/>
          </w:tcPr>
          <w:p w:rsidRPr="00D33515" w:rsidR="0085747A" w:rsidP="00D33515" w:rsidRDefault="0085747A" w14:paraId="4BC8C85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D33515" w:rsidR="0085747A" w:rsidP="00D33515" w:rsidRDefault="000917D9" w14:paraId="4BC8C85F" w14:textId="13760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bCs/>
                <w:smallCaps w:val="0"/>
                <w:szCs w:val="24"/>
              </w:rPr>
              <w:t>Posiada wiedzę o znaczeniu administracji publicznej w</w:t>
            </w:r>
            <w:r w:rsidRPr="00D33515" w:rsidR="00D33515">
              <w:rPr>
                <w:rFonts w:ascii="Corbel" w:hAnsi="Corbel"/>
                <w:b w:val="0"/>
                <w:bCs/>
                <w:smallCaps w:val="0"/>
                <w:szCs w:val="24"/>
              </w:rPr>
              <w:t> </w:t>
            </w:r>
            <w:r w:rsidRPr="00D33515">
              <w:rPr>
                <w:rFonts w:ascii="Corbel" w:hAnsi="Corbel"/>
                <w:b w:val="0"/>
                <w:bCs/>
                <w:smallCaps w:val="0"/>
                <w:szCs w:val="24"/>
              </w:rPr>
              <w:t>zapewnieniu bezpieczeństwa publicznego</w:t>
            </w:r>
          </w:p>
        </w:tc>
        <w:tc>
          <w:tcPr>
            <w:tcW w:w="1873" w:type="dxa"/>
          </w:tcPr>
          <w:p w:rsidRPr="00D33515" w:rsidR="0085747A" w:rsidP="00D33515" w:rsidRDefault="0076572A" w14:paraId="4BC8C860" w14:textId="3086FD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Pr="00D33515" w:rsidR="0085747A" w:rsidTr="005E6E85" w14:paraId="4BC8C865" w14:textId="77777777">
        <w:tc>
          <w:tcPr>
            <w:tcW w:w="1701" w:type="dxa"/>
          </w:tcPr>
          <w:p w:rsidRPr="00D33515" w:rsidR="0085747A" w:rsidP="00D33515" w:rsidRDefault="0085747A" w14:paraId="4BC8C86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D33515" w:rsidR="000917D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D33515" w:rsidR="0085747A" w:rsidP="00D33515" w:rsidRDefault="000917D9" w14:paraId="4BC8C86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Analizuje konkretne problemy i na podstawie zdobytej wiedzy proponuje odpowiednie rozwiązania</w:t>
            </w:r>
          </w:p>
        </w:tc>
        <w:tc>
          <w:tcPr>
            <w:tcW w:w="1873" w:type="dxa"/>
          </w:tcPr>
          <w:p w:rsidRPr="00D33515" w:rsidR="0085747A" w:rsidP="00D33515" w:rsidRDefault="0076572A" w14:paraId="4BC8C86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Pr="00D33515" w:rsidR="0094549D" w:rsidTr="005E6E85" w14:paraId="4BC8C869" w14:textId="77777777">
        <w:tc>
          <w:tcPr>
            <w:tcW w:w="1701" w:type="dxa"/>
          </w:tcPr>
          <w:p w:rsidRPr="00D33515" w:rsidR="0094549D" w:rsidP="00D33515" w:rsidRDefault="00AA1010" w14:paraId="4BC8C86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D33515" w:rsidR="0094549D" w:rsidP="00D33515" w:rsidRDefault="00AA1010" w14:paraId="4BC8C86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Analizuje i wyciąga wnioski z zaistniałych sytuacji kryzysowych w kontekście decyzji podejmowanych przez odpowiednie organy</w:t>
            </w:r>
          </w:p>
        </w:tc>
        <w:tc>
          <w:tcPr>
            <w:tcW w:w="1873" w:type="dxa"/>
          </w:tcPr>
          <w:p w:rsidRPr="00D33515" w:rsidR="0094549D" w:rsidP="00D33515" w:rsidRDefault="0094549D" w14:paraId="4BC8C86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Pr="00D33515" w:rsidR="0085747A" w:rsidP="00D33515" w:rsidRDefault="0085747A" w14:paraId="4BC8C86A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D33515" w:rsidR="00675843" w:rsidP="00D33515" w:rsidRDefault="00675843" w14:paraId="4BC8C86C" w14:textId="072BFE6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33515">
        <w:rPr>
          <w:rFonts w:ascii="Corbel" w:hAnsi="Corbel"/>
          <w:b/>
          <w:sz w:val="24"/>
          <w:szCs w:val="24"/>
        </w:rPr>
        <w:t>3.3</w:t>
      </w:r>
      <w:r w:rsidRPr="00D33515" w:rsidR="00796229">
        <w:rPr>
          <w:rFonts w:ascii="Corbel" w:hAnsi="Corbel"/>
          <w:b/>
          <w:sz w:val="24"/>
          <w:szCs w:val="24"/>
        </w:rPr>
        <w:t xml:space="preserve"> </w:t>
      </w:r>
      <w:r w:rsidRPr="00D33515" w:rsidR="0085747A">
        <w:rPr>
          <w:rFonts w:ascii="Corbel" w:hAnsi="Corbel"/>
          <w:b/>
          <w:sz w:val="24"/>
          <w:szCs w:val="24"/>
        </w:rPr>
        <w:t>T</w:t>
      </w:r>
      <w:r w:rsidRPr="00D33515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D33515" w:rsidR="0085747A" w:rsidP="00D33515" w:rsidRDefault="0085747A" w14:paraId="4BC8C86D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D33515" w:rsidR="0085747A" w:rsidP="00D33515" w:rsidRDefault="0085747A" w14:paraId="4BC8C86E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D33515" w:rsidR="009F4610">
        <w:rPr>
          <w:rFonts w:ascii="Corbel" w:hAnsi="Corbel"/>
          <w:sz w:val="24"/>
          <w:szCs w:val="24"/>
        </w:rPr>
        <w:t xml:space="preserve">, </w:t>
      </w:r>
      <w:r w:rsidRPr="00D33515">
        <w:rPr>
          <w:rFonts w:ascii="Corbel" w:hAnsi="Corbel"/>
          <w:sz w:val="24"/>
          <w:szCs w:val="24"/>
        </w:rPr>
        <w:t xml:space="preserve">zajęć praktycznych </w:t>
      </w:r>
    </w:p>
    <w:p w:rsidRPr="00D33515" w:rsidR="0085747A" w:rsidP="00D33515" w:rsidRDefault="0085747A" w14:paraId="4BC8C86F" w14:textId="77777777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33515" w:rsidR="0085747A" w:rsidTr="00F66068" w14:paraId="4BC8C871" w14:textId="77777777">
        <w:tc>
          <w:tcPr>
            <w:tcW w:w="9520" w:type="dxa"/>
          </w:tcPr>
          <w:p w:rsidRPr="00D33515" w:rsidR="0085747A" w:rsidP="00D33515" w:rsidRDefault="0085747A" w14:paraId="4BC8C870" w14:textId="77777777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D33515" w:rsidR="0085747A" w:rsidTr="00F66068" w14:paraId="4BC8C873" w14:textId="77777777">
        <w:tc>
          <w:tcPr>
            <w:tcW w:w="9520" w:type="dxa"/>
          </w:tcPr>
          <w:p w:rsidRPr="00D33515" w:rsidR="0085747A" w:rsidP="00D33515" w:rsidRDefault="00A15CC9" w14:paraId="4BC8C87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Pojęcie administracji terytorialnej</w:t>
            </w:r>
          </w:p>
        </w:tc>
      </w:tr>
      <w:tr w:rsidRPr="00D33515" w:rsidR="0085747A" w:rsidTr="00F66068" w14:paraId="4BC8C875" w14:textId="77777777">
        <w:tc>
          <w:tcPr>
            <w:tcW w:w="9520" w:type="dxa"/>
          </w:tcPr>
          <w:p w:rsidRPr="00D33515" w:rsidR="0085747A" w:rsidP="00D33515" w:rsidRDefault="00A15CC9" w14:paraId="4BC8C87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Organizacja systemu bezpieczeństwa w Polsce</w:t>
            </w:r>
          </w:p>
        </w:tc>
      </w:tr>
      <w:tr w:rsidRPr="00D33515" w:rsidR="0085747A" w:rsidTr="00F66068" w14:paraId="4BC8C877" w14:textId="77777777">
        <w:tc>
          <w:tcPr>
            <w:tcW w:w="9520" w:type="dxa"/>
          </w:tcPr>
          <w:p w:rsidRPr="00D33515" w:rsidR="0085747A" w:rsidP="00D33515" w:rsidRDefault="00A15CC9" w14:paraId="4BC8C876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Rządowa administracja zespolona i niezespolona w województwie</w:t>
            </w:r>
          </w:p>
        </w:tc>
      </w:tr>
      <w:tr w:rsidRPr="00D33515" w:rsidR="00A15CC9" w:rsidTr="00F66068" w14:paraId="4BC8C879" w14:textId="77777777">
        <w:tc>
          <w:tcPr>
            <w:tcW w:w="9520" w:type="dxa"/>
          </w:tcPr>
          <w:p w:rsidRPr="00D33515" w:rsidR="00A15CC9" w:rsidP="00D33515" w:rsidRDefault="00A15CC9" w14:paraId="4BC8C878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Zadania wojewody i samorządu woj</w:t>
            </w:r>
            <w:r w:rsidRPr="00D33515" w:rsidR="00F66068">
              <w:rPr>
                <w:rFonts w:ascii="Corbel" w:hAnsi="Corbel"/>
                <w:sz w:val="24"/>
                <w:szCs w:val="24"/>
              </w:rPr>
              <w:t>ewództwa w zakresie zapewnienia bezpieczeństwa</w:t>
            </w:r>
          </w:p>
        </w:tc>
      </w:tr>
      <w:tr w:rsidRPr="00D33515" w:rsidR="00F66068" w:rsidTr="00F66068" w14:paraId="4BC8C87B" w14:textId="77777777">
        <w:tc>
          <w:tcPr>
            <w:tcW w:w="9520" w:type="dxa"/>
          </w:tcPr>
          <w:p w:rsidRPr="00D33515" w:rsidR="00F66068" w:rsidP="00D33515" w:rsidRDefault="00F66068" w14:paraId="4BC8C87A" w14:textId="5414033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 xml:space="preserve">Zadania </w:t>
            </w:r>
            <w:r w:rsidRPr="00D33515" w:rsidR="000A37DA">
              <w:rPr>
                <w:rFonts w:ascii="Corbel" w:hAnsi="Corbel"/>
                <w:sz w:val="24"/>
                <w:szCs w:val="24"/>
              </w:rPr>
              <w:t xml:space="preserve">samorządu powiatu </w:t>
            </w:r>
            <w:r w:rsidRPr="00D33515" w:rsidR="00D33515">
              <w:rPr>
                <w:rFonts w:ascii="Corbel" w:hAnsi="Corbel"/>
                <w:sz w:val="24"/>
                <w:szCs w:val="24"/>
              </w:rPr>
              <w:t>w zapewnieniu bezpieczeństwa</w:t>
            </w:r>
          </w:p>
        </w:tc>
      </w:tr>
      <w:tr w:rsidRPr="00D33515" w:rsidR="00F66068" w:rsidTr="00F66068" w14:paraId="4BC8C87D" w14:textId="77777777">
        <w:tc>
          <w:tcPr>
            <w:tcW w:w="9520" w:type="dxa"/>
          </w:tcPr>
          <w:p w:rsidRPr="00D33515" w:rsidR="00F66068" w:rsidP="00D33515" w:rsidRDefault="00F66068" w14:paraId="4BC8C87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Zadania samorządu gminnego w zapewnieniu bezpieczeństwa</w:t>
            </w:r>
          </w:p>
        </w:tc>
      </w:tr>
      <w:tr w:rsidRPr="00D33515" w:rsidR="005942AE" w:rsidTr="00F66068" w14:paraId="41950313" w14:textId="77777777">
        <w:tc>
          <w:tcPr>
            <w:tcW w:w="9520" w:type="dxa"/>
          </w:tcPr>
          <w:p w:rsidRPr="00D33515" w:rsidR="005942AE" w:rsidP="00D33515" w:rsidRDefault="005942AE" w14:paraId="2A1D500E" w14:textId="144F12A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521AB">
              <w:rPr>
                <w:rStyle w:val="normaltextrun"/>
                <w:rFonts w:cs="Calibri"/>
                <w:color w:val="000000"/>
                <w:sz w:val="24"/>
                <w:szCs w:val="24"/>
                <w:shd w:val="clear" w:color="auto" w:fill="FFFFFF"/>
              </w:rPr>
              <w:t>Wybrane zagrożenia mające wpływ na bezpieczeństwo wewnętrzne w administracji terytorialnej</w:t>
            </w:r>
          </w:p>
        </w:tc>
      </w:tr>
    </w:tbl>
    <w:p w:rsidRPr="00D33515" w:rsidR="00F66068" w:rsidP="00D33515" w:rsidRDefault="00F66068" w14:paraId="4BC8C87F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D33515" w:rsidR="0085747A" w:rsidP="00D33515" w:rsidRDefault="009F4610" w14:paraId="4BC8C880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>3.4 Metody dydaktyczne</w:t>
      </w:r>
    </w:p>
    <w:p w:rsidRPr="00D33515" w:rsidR="0085747A" w:rsidP="00D33515" w:rsidRDefault="0085747A" w14:paraId="4BC8C881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D33515" w:rsidR="0085747A" w:rsidP="00D33515" w:rsidRDefault="00796229" w14:paraId="4BC8C883" w14:textId="2540795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Corbel" w:hAnsi="Corbel"/>
          <w:b w:val="0"/>
          <w:i/>
          <w:smallCaps w:val="0"/>
          <w:szCs w:val="24"/>
        </w:rPr>
        <w:t>Konwersatorium:</w:t>
      </w:r>
      <w:r w:rsidRPr="00D33515" w:rsidR="00153C41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D33515" w:rsidR="009F4610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Pr="00D33515" w:rsidR="00923D7D">
        <w:rPr>
          <w:rFonts w:ascii="Corbel" w:hAnsi="Corbel"/>
          <w:b w:val="0"/>
          <w:i/>
          <w:smallCaps w:val="0"/>
          <w:szCs w:val="24"/>
        </w:rPr>
        <w:t>tekstów z dyskusją,</w:t>
      </w:r>
      <w:r w:rsidRPr="00D33515" w:rsidR="0085747A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Pr="00D33515">
        <w:rPr>
          <w:rFonts w:ascii="Corbel" w:hAnsi="Corbel"/>
          <w:b w:val="0"/>
          <w:i/>
          <w:smallCaps w:val="0"/>
          <w:szCs w:val="24"/>
        </w:rPr>
        <w:t xml:space="preserve"> ,</w:t>
      </w:r>
      <w:r w:rsidRPr="00D33515" w:rsidR="001718A7">
        <w:rPr>
          <w:rFonts w:ascii="Corbel" w:hAnsi="Corbel"/>
          <w:b w:val="0"/>
          <w:i/>
          <w:smallCaps w:val="0"/>
          <w:szCs w:val="24"/>
        </w:rPr>
        <w:t>praca w</w:t>
      </w:r>
      <w:r w:rsidRPr="00D33515" w:rsidR="00A15CC9">
        <w:rPr>
          <w:rFonts w:ascii="Corbel" w:hAnsi="Corbel"/>
          <w:b w:val="0"/>
          <w:i/>
          <w:smallCaps w:val="0"/>
          <w:szCs w:val="24"/>
        </w:rPr>
        <w:t xml:space="preserve"> grupach</w:t>
      </w:r>
    </w:p>
    <w:p w:rsidRPr="00D33515" w:rsidR="0076572A" w:rsidP="00D33515" w:rsidRDefault="0076572A" w14:paraId="4BC8C884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D33515" w:rsidR="0085747A" w:rsidP="00D33515" w:rsidRDefault="00C61DC5" w14:paraId="4BC8C885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lastRenderedPageBreak/>
        <w:t xml:space="preserve">4. </w:t>
      </w:r>
      <w:r w:rsidRPr="00D33515" w:rsidR="0085747A">
        <w:rPr>
          <w:rFonts w:ascii="Corbel" w:hAnsi="Corbel"/>
          <w:smallCaps w:val="0"/>
          <w:szCs w:val="24"/>
        </w:rPr>
        <w:t>METODY I KRYTERIA OCENY</w:t>
      </w:r>
    </w:p>
    <w:p w:rsidRPr="00D33515" w:rsidR="00923D7D" w:rsidP="00D33515" w:rsidRDefault="00923D7D" w14:paraId="4BC8C886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D33515" w:rsidR="0085747A" w:rsidP="00D33515" w:rsidRDefault="0085747A" w14:paraId="4BC8C887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 xml:space="preserve">4.1 Sposoby weryfikacji efektów </w:t>
      </w:r>
      <w:r w:rsidRPr="00D33515" w:rsidR="00C05F44">
        <w:rPr>
          <w:rFonts w:ascii="Corbel" w:hAnsi="Corbel"/>
          <w:smallCaps w:val="0"/>
          <w:szCs w:val="24"/>
        </w:rPr>
        <w:t>uczenia się</w:t>
      </w:r>
    </w:p>
    <w:p w:rsidRPr="00D33515" w:rsidR="0085747A" w:rsidP="00D33515" w:rsidRDefault="0085747A" w14:paraId="4BC8C888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Pr="00D33515" w:rsidR="0085747A" w:rsidTr="00C05F44" w14:paraId="4BC8C88E" w14:textId="77777777">
        <w:tc>
          <w:tcPr>
            <w:tcW w:w="1985" w:type="dxa"/>
            <w:vAlign w:val="center"/>
          </w:tcPr>
          <w:p w:rsidRPr="00D33515" w:rsidR="0085747A" w:rsidP="00D33515" w:rsidRDefault="0071620A" w14:paraId="4BC8C88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D33515" w:rsidR="0085747A" w:rsidP="00D33515" w:rsidRDefault="00F974DA" w14:paraId="4BC8C88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D33515" w:rsidR="0085747A" w:rsidP="00D33515" w:rsidRDefault="009F4610" w14:paraId="4BC8C88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D33515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D33515" w:rsidR="00923D7D" w:rsidP="00D33515" w:rsidRDefault="0085747A" w14:paraId="4BC8C88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D33515" w:rsidR="0085747A" w:rsidP="00D33515" w:rsidRDefault="0085747A" w14:paraId="4BC8C88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335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3351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D33515" w:rsidR="0085747A" w:rsidTr="00C05F44" w14:paraId="4BC8C892" w14:textId="77777777">
        <w:tc>
          <w:tcPr>
            <w:tcW w:w="1985" w:type="dxa"/>
          </w:tcPr>
          <w:p w:rsidRPr="00D33515" w:rsidR="0085747A" w:rsidP="00D33515" w:rsidRDefault="0085747A" w14:paraId="4BC8C88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D3351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3351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D33515" w:rsidR="0085747A" w:rsidP="00D33515" w:rsidRDefault="000B79D4" w14:paraId="4BC8C89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Pr="00D33515" w:rsidR="0085747A" w:rsidP="00D33515" w:rsidRDefault="0076572A" w14:paraId="4BC8C89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D33515" w:rsidR="0085747A" w:rsidTr="00C05F44" w14:paraId="4BC8C896" w14:textId="77777777">
        <w:tc>
          <w:tcPr>
            <w:tcW w:w="1985" w:type="dxa"/>
          </w:tcPr>
          <w:p w:rsidRPr="00D33515" w:rsidR="0085747A" w:rsidP="00D33515" w:rsidRDefault="0085747A" w14:paraId="4BC8C89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D33515" w:rsidR="0085747A" w:rsidP="00D33515" w:rsidRDefault="0076572A" w14:paraId="4BC8C89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D33515" w:rsidR="0085747A" w:rsidP="00D33515" w:rsidRDefault="0076572A" w14:paraId="4BC8C89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D33515" w:rsidR="0076572A" w:rsidTr="00C05F44" w14:paraId="4BC8C89A" w14:textId="77777777">
        <w:tc>
          <w:tcPr>
            <w:tcW w:w="1985" w:type="dxa"/>
          </w:tcPr>
          <w:p w:rsidRPr="00D33515" w:rsidR="0076572A" w:rsidP="00D33515" w:rsidRDefault="0076572A" w14:paraId="4BC8C89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D33515" w:rsidR="0076572A" w:rsidP="00D33515" w:rsidRDefault="0076572A" w14:paraId="4BC8C89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Obserwacja w trackie zajęć</w:t>
            </w:r>
          </w:p>
        </w:tc>
        <w:tc>
          <w:tcPr>
            <w:tcW w:w="2126" w:type="dxa"/>
          </w:tcPr>
          <w:p w:rsidRPr="00D33515" w:rsidR="0076572A" w:rsidP="00D33515" w:rsidRDefault="0076572A" w14:paraId="4BC8C89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D33515" w:rsidR="00CC1EAC" w:rsidTr="00C05F44" w14:paraId="4BC8C89E" w14:textId="77777777">
        <w:tc>
          <w:tcPr>
            <w:tcW w:w="1985" w:type="dxa"/>
          </w:tcPr>
          <w:p w:rsidRPr="00D33515" w:rsidR="00CC1EAC" w:rsidP="00D33515" w:rsidRDefault="00CC1EAC" w14:paraId="4BC8C89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D33515" w:rsidR="00CC1EAC" w:rsidP="00D33515" w:rsidRDefault="00D33515" w14:paraId="4BC8C89C" w14:textId="24EF07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Pr="00D33515" w:rsidR="00CC1EAC" w:rsidP="00D33515" w:rsidRDefault="00CC1EAC" w14:paraId="4BC8C89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Pr="00D33515" w:rsidR="00923D7D" w:rsidP="00D33515" w:rsidRDefault="00923D7D" w14:paraId="4BC8C89F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D33515" w:rsidR="0085747A" w:rsidP="00D33515" w:rsidRDefault="003E1941" w14:paraId="4BC8C8A0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 xml:space="preserve">4.2 </w:t>
      </w:r>
      <w:r w:rsidRPr="00D33515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D33515" w:rsidR="00923D7D" w:rsidP="00D33515" w:rsidRDefault="00923D7D" w14:paraId="4BC8C8A1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33515" w:rsidR="0085747A" w:rsidTr="00923D7D" w14:paraId="4BC8C8A5" w14:textId="77777777">
        <w:tc>
          <w:tcPr>
            <w:tcW w:w="9670" w:type="dxa"/>
          </w:tcPr>
          <w:p w:rsidRPr="00D33515" w:rsidR="0085747A" w:rsidP="00D33515" w:rsidRDefault="00AB16F2" w14:paraId="4BC8C8A4" w14:textId="6FB588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Zaliczenie kolokwium, a</w:t>
            </w:r>
            <w:r w:rsidRPr="00D33515" w:rsidR="00A15CC9">
              <w:rPr>
                <w:rFonts w:ascii="Corbel" w:hAnsi="Corbel"/>
                <w:b w:val="0"/>
                <w:smallCaps w:val="0"/>
                <w:szCs w:val="24"/>
              </w:rPr>
              <w:t>ktywne uczestnictwo w zajęciach</w:t>
            </w:r>
          </w:p>
        </w:tc>
      </w:tr>
    </w:tbl>
    <w:p w:rsidRPr="00D33515" w:rsidR="0085747A" w:rsidP="00D33515" w:rsidRDefault="0085747A" w14:paraId="4BC8C8A6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D33515" w:rsidR="009F4610" w:rsidP="00D33515" w:rsidRDefault="0085747A" w14:paraId="4BC8C8A7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33515">
        <w:rPr>
          <w:rFonts w:ascii="Corbel" w:hAnsi="Corbel"/>
          <w:b/>
          <w:sz w:val="24"/>
          <w:szCs w:val="24"/>
        </w:rPr>
        <w:t xml:space="preserve">5. </w:t>
      </w:r>
      <w:r w:rsidRPr="00D33515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D33515" w:rsidR="0085747A" w:rsidP="00D33515" w:rsidRDefault="0085747A" w14:paraId="4BC8C8A8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D33515" w:rsidR="0085747A" w:rsidTr="5E8FC536" w14:paraId="4BC8C8AB" w14:textId="77777777">
        <w:tc>
          <w:tcPr>
            <w:tcW w:w="4962" w:type="dxa"/>
            <w:tcMar/>
            <w:vAlign w:val="center"/>
          </w:tcPr>
          <w:p w:rsidRPr="00D33515" w:rsidR="0085747A" w:rsidP="00D33515" w:rsidRDefault="00C61DC5" w14:paraId="4BC8C8A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3351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D33515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3351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D33515" w:rsidR="0085747A" w:rsidP="00D33515" w:rsidRDefault="00C61DC5" w14:paraId="4BC8C8A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3351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D33515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3351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D33515" w:rsidR="0085747A" w:rsidTr="5E8FC536" w14:paraId="4BC8C8AE" w14:textId="77777777">
        <w:tc>
          <w:tcPr>
            <w:tcW w:w="4962" w:type="dxa"/>
            <w:tcMar/>
          </w:tcPr>
          <w:p w:rsidRPr="00D33515" w:rsidR="0085747A" w:rsidP="00D33515" w:rsidRDefault="00C61DC5" w14:paraId="4BC8C8A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G</w:t>
            </w:r>
            <w:r w:rsidRPr="00D33515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33515">
              <w:rPr>
                <w:rFonts w:ascii="Corbel" w:hAnsi="Corbel"/>
                <w:sz w:val="24"/>
                <w:szCs w:val="24"/>
              </w:rPr>
              <w:t>kontaktowe</w:t>
            </w:r>
            <w:r w:rsidRPr="00D33515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33515">
              <w:rPr>
                <w:rFonts w:ascii="Corbel" w:hAnsi="Corbel"/>
                <w:sz w:val="24"/>
                <w:szCs w:val="24"/>
              </w:rPr>
              <w:t>ynikające</w:t>
            </w:r>
            <w:r w:rsidRPr="00D33515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D33515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3351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D33515" w:rsidR="0085747A" w:rsidP="378CE80A" w:rsidRDefault="008E5209" w14:paraId="4BC8C8AD" w14:textId="737B52E3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2874BC26" w:rsidR="40B11468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D33515" w:rsidR="00C61DC5" w:rsidTr="5E8FC536" w14:paraId="4BC8C8B2" w14:textId="77777777">
        <w:tc>
          <w:tcPr>
            <w:tcW w:w="4962" w:type="dxa"/>
            <w:tcMar/>
          </w:tcPr>
          <w:p w:rsidRPr="00D33515" w:rsidR="00C61DC5" w:rsidP="00D33515" w:rsidRDefault="00C61DC5" w14:paraId="4BC8C8A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D33515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D33515" w:rsidR="00C61DC5" w:rsidP="00D33515" w:rsidRDefault="00C61DC5" w14:paraId="4BC8C8B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D33515" w:rsidR="00C61DC5" w:rsidP="378CE80A" w:rsidRDefault="0076572A" w14:paraId="4BC8C8B1" w14:textId="5C8A84E5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5E8FC536" w:rsidR="62679A11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D33515" w:rsidR="00C61DC5" w:rsidTr="5E8FC536" w14:paraId="4BC8C8B6" w14:textId="77777777">
        <w:tc>
          <w:tcPr>
            <w:tcW w:w="4962" w:type="dxa"/>
            <w:tcMar/>
          </w:tcPr>
          <w:p w:rsidRPr="00D33515" w:rsidR="0071620A" w:rsidP="00D33515" w:rsidRDefault="00C61DC5" w14:paraId="4BC8C8B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3351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3351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D33515" w:rsidR="00C61DC5" w:rsidP="00D33515" w:rsidRDefault="00C61DC5" w14:paraId="4BC8C8B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D33515" w:rsidR="00C61DC5" w:rsidP="378CE80A" w:rsidRDefault="00B407ED" w14:paraId="4BC8C8B5" w14:textId="57C9A198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5E8FC536" w:rsidR="6CBE619B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D33515" w:rsidR="0085747A" w:rsidTr="5E8FC536" w14:paraId="4BC8C8B9" w14:textId="77777777">
        <w:tc>
          <w:tcPr>
            <w:tcW w:w="4962" w:type="dxa"/>
            <w:tcMar/>
          </w:tcPr>
          <w:p w:rsidRPr="00D33515" w:rsidR="0085747A" w:rsidP="00D33515" w:rsidRDefault="0085747A" w14:paraId="4BC8C8B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D33515" w:rsidR="0085747A" w:rsidP="378CE80A" w:rsidRDefault="00B407ED" w14:paraId="4BC8C8B8" w14:textId="77777777" w14:noSpellErr="1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378CE80A" w:rsidR="00B407ED">
              <w:rPr>
                <w:rFonts w:ascii="Corbel" w:hAnsi="Corbel"/>
                <w:sz w:val="24"/>
                <w:szCs w:val="24"/>
              </w:rPr>
              <w:t>5</w:t>
            </w:r>
            <w:r w:rsidRPr="378CE80A" w:rsidR="008E520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D33515" w:rsidR="0085747A" w:rsidTr="5E8FC536" w14:paraId="4BC8C8BC" w14:textId="77777777">
        <w:tc>
          <w:tcPr>
            <w:tcW w:w="4962" w:type="dxa"/>
            <w:tcMar/>
          </w:tcPr>
          <w:p w:rsidRPr="00D33515" w:rsidR="0085747A" w:rsidP="00D33515" w:rsidRDefault="0085747A" w14:paraId="4BC8C8B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3351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D33515" w:rsidR="0085747A" w:rsidP="378CE80A" w:rsidRDefault="0076572A" w14:paraId="4BC8C8BB" w14:textId="77777777" w14:noSpellErr="1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378CE80A" w:rsidR="0076572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D33515" w:rsidR="0085747A" w:rsidP="00D33515" w:rsidRDefault="00923D7D" w14:paraId="4BC8C8BD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D33515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D33515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D33515" w:rsidR="003E1941" w:rsidP="00D33515" w:rsidRDefault="003E1941" w14:paraId="4BC8C8BE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D33515" w:rsidR="0085747A" w:rsidP="00D33515" w:rsidRDefault="0071620A" w14:paraId="4BC8C8BF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 xml:space="preserve">6. </w:t>
      </w:r>
      <w:r w:rsidRPr="00D33515" w:rsidR="0085747A">
        <w:rPr>
          <w:rFonts w:ascii="Corbel" w:hAnsi="Corbel"/>
          <w:smallCaps w:val="0"/>
          <w:szCs w:val="24"/>
        </w:rPr>
        <w:t>PRAKTYKI ZAWO</w:t>
      </w:r>
      <w:r w:rsidRPr="00D33515" w:rsidR="009D3F3B">
        <w:rPr>
          <w:rFonts w:ascii="Corbel" w:hAnsi="Corbel"/>
          <w:smallCaps w:val="0"/>
          <w:szCs w:val="24"/>
        </w:rPr>
        <w:t>DOWE W RAMACH PRZEDMIOTU</w:t>
      </w:r>
    </w:p>
    <w:p w:rsidRPr="00D33515" w:rsidR="0085747A" w:rsidP="00D33515" w:rsidRDefault="0085747A" w14:paraId="4BC8C8C0" w14:textId="77777777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D33515" w:rsidR="0085747A" w:rsidTr="0071620A" w14:paraId="4BC8C8C3" w14:textId="77777777">
        <w:trPr>
          <w:trHeight w:val="397"/>
        </w:trPr>
        <w:tc>
          <w:tcPr>
            <w:tcW w:w="3544" w:type="dxa"/>
          </w:tcPr>
          <w:p w:rsidRPr="00D33515" w:rsidR="0085747A" w:rsidP="00D33515" w:rsidRDefault="0085747A" w14:paraId="4BC8C8C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D33515" w:rsidR="0085747A" w:rsidP="00D33515" w:rsidRDefault="0085747A" w14:paraId="4BC8C8C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D33515" w:rsidR="0085747A" w:rsidTr="0071620A" w14:paraId="4BC8C8C6" w14:textId="77777777">
        <w:trPr>
          <w:trHeight w:val="397"/>
        </w:trPr>
        <w:tc>
          <w:tcPr>
            <w:tcW w:w="3544" w:type="dxa"/>
          </w:tcPr>
          <w:p w:rsidRPr="00D33515" w:rsidR="0085747A" w:rsidP="00D33515" w:rsidRDefault="0085747A" w14:paraId="4BC8C8C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D33515" w:rsidR="0085747A" w:rsidP="00D33515" w:rsidRDefault="0085747A" w14:paraId="4BC8C8C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D33515" w:rsidR="003E1941" w:rsidP="00D33515" w:rsidRDefault="003E1941" w14:paraId="4BC8C8C7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D33515" w:rsidR="00E22D24" w:rsidP="00D33515" w:rsidRDefault="00E22D24" w14:paraId="4BC8C8C8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D33515" w:rsidR="0085747A" w:rsidP="00D33515" w:rsidRDefault="00675843" w14:paraId="4BC8C8C9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 xml:space="preserve">7. </w:t>
      </w:r>
      <w:r w:rsidRPr="00D33515" w:rsidR="0085747A">
        <w:rPr>
          <w:rFonts w:ascii="Corbel" w:hAnsi="Corbel"/>
          <w:smallCaps w:val="0"/>
          <w:szCs w:val="24"/>
        </w:rPr>
        <w:t>LITERATURA</w:t>
      </w:r>
    </w:p>
    <w:p w:rsidRPr="00D33515" w:rsidR="00675843" w:rsidP="00D33515" w:rsidRDefault="00675843" w14:paraId="4BC8C8CA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D33515" w:rsidR="0085747A" w:rsidTr="28B50A02" w14:paraId="4BC8C8D0" w14:textId="77777777">
        <w:trPr>
          <w:trHeight w:val="397"/>
        </w:trPr>
        <w:tc>
          <w:tcPr>
            <w:tcW w:w="7513" w:type="dxa"/>
          </w:tcPr>
          <w:p w:rsidRPr="00D33515" w:rsidR="0085747A" w:rsidP="00D33515" w:rsidRDefault="267F743A" w14:paraId="4BC8C8C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4A423A68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:rsidR="000345E7" w:rsidP="000345E7" w:rsidRDefault="000345E7" w14:paraId="7D97AD6B" w14:textId="229A9DF0">
            <w:pPr>
              <w:pStyle w:val="Default"/>
              <w:ind w:left="201"/>
              <w:jc w:val="both"/>
              <w:rPr>
                <w:rStyle w:val="wrtext"/>
                <w:rFonts w:ascii="Corbel" w:hAnsi="Corbel"/>
              </w:rPr>
            </w:pPr>
            <w:r w:rsidRPr="28B50A02">
              <w:rPr>
                <w:rStyle w:val="wrtext"/>
                <w:rFonts w:ascii="Corbel" w:hAnsi="Corbel"/>
              </w:rPr>
              <w:t xml:space="preserve">Bezpieczeństwo wewnętrzne w działaniach terenowej administracji publicznej, red. A. </w:t>
            </w:r>
            <w:proofErr w:type="spellStart"/>
            <w:r w:rsidRPr="28B50A02">
              <w:rPr>
                <w:rStyle w:val="wrtext"/>
                <w:rFonts w:ascii="Corbel" w:hAnsi="Corbel"/>
              </w:rPr>
              <w:t>Chajbowicz</w:t>
            </w:r>
            <w:proofErr w:type="spellEnd"/>
            <w:r w:rsidRPr="28B50A02">
              <w:rPr>
                <w:rStyle w:val="wrtext"/>
                <w:rFonts w:ascii="Corbel" w:hAnsi="Corbel"/>
              </w:rPr>
              <w:t xml:space="preserve">, T. </w:t>
            </w:r>
            <w:proofErr w:type="spellStart"/>
            <w:r w:rsidRPr="28B50A02">
              <w:rPr>
                <w:rStyle w:val="wrtext"/>
                <w:rFonts w:ascii="Corbel" w:hAnsi="Corbel"/>
              </w:rPr>
              <w:t>Kocowski</w:t>
            </w:r>
            <w:proofErr w:type="spellEnd"/>
            <w:r w:rsidRPr="28B50A02">
              <w:rPr>
                <w:rStyle w:val="wrtext"/>
                <w:rFonts w:ascii="Corbel" w:hAnsi="Corbel"/>
              </w:rPr>
              <w:t xml:space="preserve"> , Kolonia Limited 2009.</w:t>
            </w:r>
          </w:p>
          <w:p w:rsidR="000345E7" w:rsidP="000345E7" w:rsidRDefault="000345E7" w14:paraId="20A9D755" w14:textId="77777777">
            <w:pPr>
              <w:pStyle w:val="Default"/>
              <w:jc w:val="both"/>
              <w:rPr>
                <w:rStyle w:val="wrtext"/>
                <w:rFonts w:ascii="Corbel" w:hAnsi="Corbel"/>
              </w:rPr>
            </w:pPr>
          </w:p>
          <w:p w:rsidR="000345E7" w:rsidP="4A423A68" w:rsidRDefault="000345E7" w14:paraId="3EE4ED8A" w14:textId="77777777">
            <w:pPr>
              <w:pStyle w:val="Default"/>
              <w:ind w:left="201"/>
              <w:jc w:val="both"/>
              <w:rPr>
                <w:rFonts w:ascii="Corbel" w:hAnsi="Corbel"/>
              </w:rPr>
            </w:pPr>
            <w:r w:rsidRPr="4A423A68">
              <w:rPr>
                <w:rFonts w:ascii="Corbel" w:hAnsi="Corbel"/>
              </w:rPr>
              <w:t xml:space="preserve">Graczyk K., Nakielski G., </w:t>
            </w:r>
            <w:proofErr w:type="spellStart"/>
            <w:r w:rsidRPr="4A423A68">
              <w:rPr>
                <w:rFonts w:ascii="Corbel" w:hAnsi="Corbel"/>
              </w:rPr>
              <w:t>Tabaczniuk</w:t>
            </w:r>
            <w:proofErr w:type="spellEnd"/>
            <w:r w:rsidRPr="4A423A68">
              <w:rPr>
                <w:rFonts w:ascii="Corbel" w:hAnsi="Corbel"/>
              </w:rPr>
              <w:t xml:space="preserve"> T., Elementy zarządzania kryzysowego w administracji terytorialnej, Zielona Góra, 2015.</w:t>
            </w:r>
          </w:p>
          <w:p w:rsidRPr="00D33515" w:rsidR="00D33515" w:rsidP="00D33515" w:rsidRDefault="00D33515" w14:paraId="6CEBC2BF" w14:textId="77777777">
            <w:pPr>
              <w:pStyle w:val="Default"/>
              <w:ind w:left="198"/>
              <w:jc w:val="both"/>
              <w:rPr>
                <w:rFonts w:ascii="Corbel" w:hAnsi="Corbel"/>
              </w:rPr>
            </w:pPr>
          </w:p>
          <w:p w:rsidRPr="00D33515" w:rsidR="00A15CC9" w:rsidP="00D33515" w:rsidRDefault="00A15CC9" w14:paraId="4BC8C8C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D33515" w:rsidR="0085747A" w:rsidTr="28B50A02" w14:paraId="4BC8C8D8" w14:textId="77777777">
        <w:trPr>
          <w:trHeight w:val="397"/>
        </w:trPr>
        <w:tc>
          <w:tcPr>
            <w:tcW w:w="7513" w:type="dxa"/>
          </w:tcPr>
          <w:p w:rsidR="0085747A" w:rsidP="00D33515" w:rsidRDefault="267F743A" w14:paraId="4BC8C8D1" w14:textId="15CE1A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4A423A68">
              <w:rPr>
                <w:rFonts w:ascii="Corbel" w:hAnsi="Corbel"/>
                <w:b w:val="0"/>
                <w:smallCaps w:val="0"/>
              </w:rPr>
              <w:lastRenderedPageBreak/>
              <w:t xml:space="preserve">Literatura uzupełniająca: </w:t>
            </w:r>
          </w:p>
          <w:p w:rsidR="000345E7" w:rsidP="000345E7" w:rsidRDefault="000345E7" w14:paraId="0F8731C2" w14:textId="0202D978">
            <w:pPr>
              <w:pStyle w:val="Default"/>
              <w:ind w:left="201"/>
              <w:jc w:val="both"/>
              <w:rPr>
                <w:rFonts w:ascii="Corbel" w:hAnsi="Corbel"/>
              </w:rPr>
            </w:pPr>
            <w:r w:rsidRPr="00D33515">
              <w:rPr>
                <w:rFonts w:ascii="Corbel" w:hAnsi="Corbel"/>
              </w:rPr>
              <w:t xml:space="preserve">Gierszewski J., Bezpieczeństwo wewnętrzne. Zarys systemu, Warszawa 2013. </w:t>
            </w:r>
          </w:p>
          <w:p w:rsidR="000345E7" w:rsidP="000345E7" w:rsidRDefault="000345E7" w14:paraId="425D723D" w14:textId="77777777">
            <w:pPr>
              <w:pStyle w:val="Default"/>
              <w:ind w:left="201"/>
              <w:jc w:val="both"/>
              <w:rPr>
                <w:rFonts w:ascii="Corbel" w:hAnsi="Corbel"/>
              </w:rPr>
            </w:pPr>
            <w:bookmarkStart w:name="_GoBack" w:id="0"/>
            <w:bookmarkEnd w:id="0"/>
          </w:p>
          <w:p w:rsidRPr="00006A1B" w:rsidR="000345E7" w:rsidP="00006A1B" w:rsidRDefault="000345E7" w14:paraId="508C8A09" w14:textId="77777777">
            <w:pPr>
              <w:ind w:left="201"/>
              <w:rPr>
                <w:rStyle w:val="wrtext"/>
                <w:rFonts w:ascii="Corbel" w:hAnsi="Corbel"/>
                <w:sz w:val="24"/>
                <w:szCs w:val="24"/>
              </w:rPr>
            </w:pPr>
            <w:r w:rsidRPr="00006A1B">
              <w:rPr>
                <w:rStyle w:val="wrtext"/>
                <w:rFonts w:ascii="Corbel" w:hAnsi="Corbel"/>
                <w:sz w:val="24"/>
                <w:szCs w:val="24"/>
              </w:rPr>
              <w:t xml:space="preserve">Korczak J., Lisowski P., </w:t>
            </w:r>
            <w:proofErr w:type="spellStart"/>
            <w:r w:rsidRPr="00006A1B">
              <w:rPr>
                <w:rStyle w:val="wrtext"/>
                <w:rFonts w:ascii="Corbel" w:hAnsi="Corbel"/>
                <w:sz w:val="24"/>
                <w:szCs w:val="24"/>
              </w:rPr>
              <w:t>Ostapski</w:t>
            </w:r>
            <w:proofErr w:type="spellEnd"/>
            <w:r w:rsidRPr="00006A1B">
              <w:rPr>
                <w:rStyle w:val="wrtext"/>
                <w:rFonts w:ascii="Corbel" w:hAnsi="Corbel"/>
                <w:sz w:val="24"/>
                <w:szCs w:val="24"/>
              </w:rPr>
              <w:t xml:space="preserve"> A., Ustrój samorządu terytorialnego w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 </w:t>
            </w:r>
            <w:r w:rsidRPr="00006A1B">
              <w:rPr>
                <w:rStyle w:val="wrtext"/>
                <w:rFonts w:ascii="Corbel" w:hAnsi="Corbel"/>
                <w:sz w:val="24"/>
                <w:szCs w:val="24"/>
              </w:rPr>
              <w:t xml:space="preserve">Polsce, Wrocław 2020. </w:t>
            </w:r>
          </w:p>
          <w:p w:rsidRPr="00E85C15" w:rsidR="00A15CC9" w:rsidP="28B50A02" w:rsidRDefault="000345E7" w14:paraId="4BC8C8D7" w14:textId="3A985BB4">
            <w:pPr>
              <w:ind w:left="201"/>
              <w:jc w:val="both"/>
              <w:rPr>
                <w:rFonts w:ascii="Corbel" w:hAnsi="Corbel"/>
                <w:i/>
                <w:iCs/>
                <w:smallCaps/>
                <w:color w:val="000000"/>
                <w:sz w:val="24"/>
                <w:szCs w:val="24"/>
              </w:rPr>
            </w:pPr>
            <w:r w:rsidRPr="28B50A02">
              <w:rPr>
                <w:rFonts w:ascii="Corbel" w:hAnsi="Corbel"/>
                <w:sz w:val="24"/>
                <w:szCs w:val="24"/>
              </w:rPr>
              <w:t xml:space="preserve">Wicherek D., </w:t>
            </w:r>
            <w:proofErr w:type="spellStart"/>
            <w:r w:rsidRPr="28B50A02">
              <w:rPr>
                <w:rFonts w:ascii="Corbel" w:hAnsi="Corbel"/>
                <w:sz w:val="24"/>
                <w:szCs w:val="24"/>
              </w:rPr>
              <w:t>Hadała</w:t>
            </w:r>
            <w:proofErr w:type="spellEnd"/>
            <w:r w:rsidRPr="28B50A02">
              <w:rPr>
                <w:rFonts w:ascii="Corbel" w:hAnsi="Corbel"/>
                <w:sz w:val="24"/>
                <w:szCs w:val="24"/>
              </w:rPr>
              <w:t xml:space="preserve"> A., Administracja publiczna – pojęcie, podział i cechy, [w:] Wybrane aspekty zmiany społecznej, red. W. Jedynak, J. Kinal, Rzeszów 2019. </w:t>
            </w:r>
          </w:p>
        </w:tc>
      </w:tr>
    </w:tbl>
    <w:p w:rsidRPr="00D33515" w:rsidR="0085747A" w:rsidP="00D33515" w:rsidRDefault="0085747A" w14:paraId="4BC8C8D9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D33515" w:rsidR="0085747A" w:rsidP="00D33515" w:rsidRDefault="0085747A" w14:paraId="4BC8C8DA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D33515" w:rsidR="0085747A" w:rsidP="00D33515" w:rsidRDefault="0085747A" w14:paraId="4BC8C8DB" w14:textId="77777777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D3351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D33515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054E" w:rsidP="00C16ABF" w:rsidRDefault="0045054E" w14:paraId="515D842A" w14:textId="77777777">
      <w:pPr>
        <w:spacing w:after="0" w:line="240" w:lineRule="auto"/>
      </w:pPr>
      <w:r>
        <w:separator/>
      </w:r>
    </w:p>
  </w:endnote>
  <w:endnote w:type="continuationSeparator" w:id="0">
    <w:p w:rsidR="0045054E" w:rsidP="00C16ABF" w:rsidRDefault="0045054E" w14:paraId="3034076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054E" w:rsidP="00C16ABF" w:rsidRDefault="0045054E" w14:paraId="2A124883" w14:textId="77777777">
      <w:pPr>
        <w:spacing w:after="0" w:line="240" w:lineRule="auto"/>
      </w:pPr>
      <w:r>
        <w:separator/>
      </w:r>
    </w:p>
  </w:footnote>
  <w:footnote w:type="continuationSeparator" w:id="0">
    <w:p w:rsidR="0045054E" w:rsidP="00C16ABF" w:rsidRDefault="0045054E" w14:paraId="03164F8D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4BC8C8E2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203F2"/>
    <w:multiLevelType w:val="hybridMultilevel"/>
    <w:tmpl w:val="8E5E4B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2F6B82"/>
    <w:multiLevelType w:val="hybridMultilevel"/>
    <w:tmpl w:val="2B5A6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6A1B"/>
    <w:rsid w:val="000077B4"/>
    <w:rsid w:val="00015B8F"/>
    <w:rsid w:val="00017320"/>
    <w:rsid w:val="00022ECE"/>
    <w:rsid w:val="000345E7"/>
    <w:rsid w:val="00042A51"/>
    <w:rsid w:val="00042D2E"/>
    <w:rsid w:val="00044C82"/>
    <w:rsid w:val="00070ED6"/>
    <w:rsid w:val="000742DC"/>
    <w:rsid w:val="00084C12"/>
    <w:rsid w:val="000917D9"/>
    <w:rsid w:val="0009462C"/>
    <w:rsid w:val="00094B12"/>
    <w:rsid w:val="00096C46"/>
    <w:rsid w:val="000A296F"/>
    <w:rsid w:val="000A2A28"/>
    <w:rsid w:val="000A37DA"/>
    <w:rsid w:val="000A3CDF"/>
    <w:rsid w:val="000B192D"/>
    <w:rsid w:val="000B28EE"/>
    <w:rsid w:val="000B3E37"/>
    <w:rsid w:val="000B79D4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CB4"/>
    <w:rsid w:val="00176083"/>
    <w:rsid w:val="00192F37"/>
    <w:rsid w:val="001A70D2"/>
    <w:rsid w:val="001C75F4"/>
    <w:rsid w:val="001D657B"/>
    <w:rsid w:val="001D7B54"/>
    <w:rsid w:val="001E0209"/>
    <w:rsid w:val="001F2CA2"/>
    <w:rsid w:val="0020482A"/>
    <w:rsid w:val="002144C0"/>
    <w:rsid w:val="0022477D"/>
    <w:rsid w:val="002278A9"/>
    <w:rsid w:val="002336F9"/>
    <w:rsid w:val="0024028F"/>
    <w:rsid w:val="00244ABC"/>
    <w:rsid w:val="00277631"/>
    <w:rsid w:val="00281FF2"/>
    <w:rsid w:val="0028221B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64CE"/>
    <w:rsid w:val="003343CF"/>
    <w:rsid w:val="00346FE9"/>
    <w:rsid w:val="0034759A"/>
    <w:rsid w:val="003503F6"/>
    <w:rsid w:val="003530DD"/>
    <w:rsid w:val="00363F78"/>
    <w:rsid w:val="003A0A5B"/>
    <w:rsid w:val="003A1176"/>
    <w:rsid w:val="003B1061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054E"/>
    <w:rsid w:val="00461EFC"/>
    <w:rsid w:val="004652C2"/>
    <w:rsid w:val="004670A1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2F09"/>
    <w:rsid w:val="004F55A3"/>
    <w:rsid w:val="004F79B0"/>
    <w:rsid w:val="0050496F"/>
    <w:rsid w:val="00513B6F"/>
    <w:rsid w:val="00517C63"/>
    <w:rsid w:val="005363C4"/>
    <w:rsid w:val="00536BDE"/>
    <w:rsid w:val="00543ACC"/>
    <w:rsid w:val="0056696D"/>
    <w:rsid w:val="005942AE"/>
    <w:rsid w:val="0059484D"/>
    <w:rsid w:val="00597A1E"/>
    <w:rsid w:val="005A0855"/>
    <w:rsid w:val="005A3196"/>
    <w:rsid w:val="005C080F"/>
    <w:rsid w:val="005C55E5"/>
    <w:rsid w:val="005C696A"/>
    <w:rsid w:val="005E6E85"/>
    <w:rsid w:val="005F31D2"/>
    <w:rsid w:val="0061029B"/>
    <w:rsid w:val="00613218"/>
    <w:rsid w:val="00617230"/>
    <w:rsid w:val="00621CE1"/>
    <w:rsid w:val="00627FC9"/>
    <w:rsid w:val="00647FA8"/>
    <w:rsid w:val="00650C5F"/>
    <w:rsid w:val="00654934"/>
    <w:rsid w:val="00656A0B"/>
    <w:rsid w:val="006620D9"/>
    <w:rsid w:val="00671958"/>
    <w:rsid w:val="00675843"/>
    <w:rsid w:val="00695DE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72A"/>
    <w:rsid w:val="00766FD4"/>
    <w:rsid w:val="0078168C"/>
    <w:rsid w:val="00787C2A"/>
    <w:rsid w:val="00790E27"/>
    <w:rsid w:val="00796229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209"/>
    <w:rsid w:val="008E64F4"/>
    <w:rsid w:val="008F12C9"/>
    <w:rsid w:val="008F6E29"/>
    <w:rsid w:val="00916188"/>
    <w:rsid w:val="00923D7D"/>
    <w:rsid w:val="0094549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5CC9"/>
    <w:rsid w:val="00A2245B"/>
    <w:rsid w:val="00A27040"/>
    <w:rsid w:val="00A30110"/>
    <w:rsid w:val="00A30DB4"/>
    <w:rsid w:val="00A36899"/>
    <w:rsid w:val="00A371F6"/>
    <w:rsid w:val="00A43BF6"/>
    <w:rsid w:val="00A53F7C"/>
    <w:rsid w:val="00A53FA5"/>
    <w:rsid w:val="00A54817"/>
    <w:rsid w:val="00A601C8"/>
    <w:rsid w:val="00A60799"/>
    <w:rsid w:val="00A84C85"/>
    <w:rsid w:val="00A97DE1"/>
    <w:rsid w:val="00AA1010"/>
    <w:rsid w:val="00AB053C"/>
    <w:rsid w:val="00AB16F2"/>
    <w:rsid w:val="00AC646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B54"/>
    <w:rsid w:val="00B3130B"/>
    <w:rsid w:val="00B407ED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38C"/>
    <w:rsid w:val="00C56036"/>
    <w:rsid w:val="00C61DC5"/>
    <w:rsid w:val="00C67E92"/>
    <w:rsid w:val="00C70A26"/>
    <w:rsid w:val="00C70DE2"/>
    <w:rsid w:val="00C766DF"/>
    <w:rsid w:val="00C94B98"/>
    <w:rsid w:val="00CA2B96"/>
    <w:rsid w:val="00CA5089"/>
    <w:rsid w:val="00CC1EAC"/>
    <w:rsid w:val="00CD6897"/>
    <w:rsid w:val="00CE5BAC"/>
    <w:rsid w:val="00CF25BE"/>
    <w:rsid w:val="00CF78ED"/>
    <w:rsid w:val="00D02B25"/>
    <w:rsid w:val="00D02EBA"/>
    <w:rsid w:val="00D06E87"/>
    <w:rsid w:val="00D17C3C"/>
    <w:rsid w:val="00D26B2C"/>
    <w:rsid w:val="00D33515"/>
    <w:rsid w:val="00D352C9"/>
    <w:rsid w:val="00D425B2"/>
    <w:rsid w:val="00D428D6"/>
    <w:rsid w:val="00D552B2"/>
    <w:rsid w:val="00D608D1"/>
    <w:rsid w:val="00D74119"/>
    <w:rsid w:val="00D8075B"/>
    <w:rsid w:val="00D8678B"/>
    <w:rsid w:val="00D9234F"/>
    <w:rsid w:val="00DA2114"/>
    <w:rsid w:val="00DA6CCF"/>
    <w:rsid w:val="00DE09C0"/>
    <w:rsid w:val="00DE4A14"/>
    <w:rsid w:val="00DF320D"/>
    <w:rsid w:val="00DF71C8"/>
    <w:rsid w:val="00E129B8"/>
    <w:rsid w:val="00E21E7D"/>
    <w:rsid w:val="00E22D24"/>
    <w:rsid w:val="00E22FBC"/>
    <w:rsid w:val="00E23255"/>
    <w:rsid w:val="00E24BF5"/>
    <w:rsid w:val="00E25338"/>
    <w:rsid w:val="00E51E44"/>
    <w:rsid w:val="00E63348"/>
    <w:rsid w:val="00E70FD2"/>
    <w:rsid w:val="00E742AA"/>
    <w:rsid w:val="00E77E88"/>
    <w:rsid w:val="00E8107D"/>
    <w:rsid w:val="00E85C1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6068"/>
    <w:rsid w:val="00F7066B"/>
    <w:rsid w:val="00F82742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2C62F2"/>
    <w:rsid w:val="01ABD4ED"/>
    <w:rsid w:val="025E2DE4"/>
    <w:rsid w:val="029D7F98"/>
    <w:rsid w:val="038717E8"/>
    <w:rsid w:val="05EEDE90"/>
    <w:rsid w:val="0707AB35"/>
    <w:rsid w:val="073A4C8F"/>
    <w:rsid w:val="0A9C7A16"/>
    <w:rsid w:val="0AACD949"/>
    <w:rsid w:val="1138FA17"/>
    <w:rsid w:val="1AB675E7"/>
    <w:rsid w:val="1B42A086"/>
    <w:rsid w:val="1DF9B40C"/>
    <w:rsid w:val="23917A6A"/>
    <w:rsid w:val="242E0BE1"/>
    <w:rsid w:val="267F743A"/>
    <w:rsid w:val="2874BC26"/>
    <w:rsid w:val="28B50A02"/>
    <w:rsid w:val="33FF348D"/>
    <w:rsid w:val="34F85D4C"/>
    <w:rsid w:val="378CE80A"/>
    <w:rsid w:val="3FC314BB"/>
    <w:rsid w:val="40B11468"/>
    <w:rsid w:val="41DF5E9C"/>
    <w:rsid w:val="43E67297"/>
    <w:rsid w:val="4A423A68"/>
    <w:rsid w:val="4C2FE4EE"/>
    <w:rsid w:val="4EF89E5C"/>
    <w:rsid w:val="56D7B90F"/>
    <w:rsid w:val="5E8FC536"/>
    <w:rsid w:val="5FF0AE8A"/>
    <w:rsid w:val="622EC60D"/>
    <w:rsid w:val="62679A11"/>
    <w:rsid w:val="65CDD4E0"/>
    <w:rsid w:val="696DB217"/>
    <w:rsid w:val="6CBE619B"/>
    <w:rsid w:val="75C0EFB0"/>
    <w:rsid w:val="7C67C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8C7E6"/>
  <w15:docId w15:val="{28339A6D-0BC9-41A6-A736-543E7E06FFC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rtext" w:customStyle="1">
    <w:name w:val="wrtext"/>
    <w:basedOn w:val="Domylnaczcionkaakapitu"/>
    <w:rsid w:val="00F66068"/>
  </w:style>
  <w:style w:type="character" w:styleId="Odwoaniedokomentarza">
    <w:name w:val="annotation reference"/>
    <w:basedOn w:val="Domylnaczcionkaakapitu"/>
    <w:uiPriority w:val="99"/>
    <w:semiHidden/>
    <w:unhideWhenUsed/>
    <w:rsid w:val="00A53F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3F7C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A53F7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3F7C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A53F7C"/>
    <w:rPr>
      <w:rFonts w:ascii="Calibri" w:hAnsi="Calibri"/>
      <w:b/>
      <w:bCs/>
      <w:lang w:eastAsia="en-US"/>
    </w:rPr>
  </w:style>
  <w:style w:type="character" w:styleId="normaltextrun" w:customStyle="1">
    <w:name w:val="normaltextrun"/>
    <w:basedOn w:val="Domylnaczcionkaakapitu"/>
    <w:rsid w:val="00594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7B617-BD0A-43F4-8CFF-99D952A618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099C79-7C16-4ED6-88E3-54B838A785C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23cdcff9-4da5-4ae5-9ed2-4324298199a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E386A78-8638-47EA-9587-DD028E965862}"/>
</file>

<file path=customXml/itemProps4.xml><?xml version="1.0" encoding="utf-8"?>
<ds:datastoreItem xmlns:ds="http://schemas.openxmlformats.org/officeDocument/2006/customXml" ds:itemID="{D416DCDE-645E-4A04-8CE4-CD00B83D284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Wicherek Damian</cp:lastModifiedBy>
  <cp:revision>19</cp:revision>
  <cp:lastPrinted>2019-02-06T12:12:00Z</cp:lastPrinted>
  <dcterms:created xsi:type="dcterms:W3CDTF">2020-11-18T08:28:00Z</dcterms:created>
  <dcterms:modified xsi:type="dcterms:W3CDTF">2021-11-26T08:11:07Z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